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DF22C" w14:textId="77777777" w:rsidR="00B57620" w:rsidRPr="00A37135" w:rsidRDefault="00B57620" w:rsidP="00B57620">
      <w:pPr>
        <w:spacing w:after="0"/>
        <w:jc w:val="center"/>
        <w:rPr>
          <w:rFonts w:ascii="Calibri" w:hAnsi="Calibri" w:cs="Calibri"/>
        </w:rPr>
      </w:pPr>
    </w:p>
    <w:p w14:paraId="4329BF51" w14:textId="1395044C" w:rsidR="00B57620" w:rsidRPr="00A37135" w:rsidRDefault="00B57620" w:rsidP="00B57620">
      <w:pPr>
        <w:spacing w:after="0"/>
        <w:rPr>
          <w:rFonts w:ascii="Calibri" w:hAnsi="Calibri" w:cs="Calibri"/>
          <w:sz w:val="20"/>
          <w:szCs w:val="20"/>
          <w:lang w:val="fr-CA"/>
        </w:rPr>
      </w:pPr>
      <w:r w:rsidRPr="00A37135">
        <w:rPr>
          <w:rFonts w:ascii="Calibri" w:hAnsi="Calibri" w:cs="Calibri"/>
          <w:sz w:val="20"/>
          <w:szCs w:val="20"/>
          <w:lang w:val="fr-CA"/>
        </w:rPr>
        <w:t xml:space="preserve">Ce formulaire vise à attester que l’établissement d’enseignement a été avisé de tout conflit d’intérêt, qu’il soit réel, apparent ou potentiel, en lien avec une demande Mitacs. Ce formulaire doit être signé par le Service ou le Bureau approprié à votre établissement d’enseignement. Pour plus d’information au sujet de la Politique en matière de conflits d’intérêts de Mitacs, veuillez visiter </w:t>
      </w:r>
      <w:hyperlink r:id="rId9">
        <w:r w:rsidRPr="00A37135">
          <w:rPr>
            <w:rStyle w:val="Hyperlink"/>
            <w:rFonts w:ascii="Calibri" w:hAnsi="Calibri" w:cs="Calibri"/>
            <w:sz w:val="20"/>
            <w:szCs w:val="20"/>
            <w:lang w:val="fr-CA"/>
          </w:rPr>
          <w:t>cette page</w:t>
        </w:r>
      </w:hyperlink>
      <w:r w:rsidRPr="00A37135">
        <w:rPr>
          <w:rFonts w:ascii="Calibri" w:hAnsi="Calibri" w:cs="Calibri"/>
          <w:sz w:val="20"/>
          <w:szCs w:val="20"/>
          <w:lang w:val="fr-CA"/>
        </w:rPr>
        <w:t>.</w:t>
      </w:r>
    </w:p>
    <w:tbl>
      <w:tblPr>
        <w:tblStyle w:val="TableGrid"/>
        <w:tblpPr w:leftFromText="180" w:rightFromText="180" w:vertAnchor="text" w:tblpY="44"/>
        <w:tblW w:w="0" w:type="auto"/>
        <w:tblLook w:val="04A0" w:firstRow="1" w:lastRow="0" w:firstColumn="1" w:lastColumn="0" w:noHBand="0" w:noVBand="1"/>
      </w:tblPr>
      <w:tblGrid>
        <w:gridCol w:w="3823"/>
        <w:gridCol w:w="5527"/>
      </w:tblGrid>
      <w:tr w:rsidR="00B57620" w:rsidRPr="00A37135" w14:paraId="79F4F646" w14:textId="77777777" w:rsidTr="00F650A9">
        <w:tc>
          <w:tcPr>
            <w:tcW w:w="3823" w:type="dxa"/>
          </w:tcPr>
          <w:p w14:paraId="798285CE" w14:textId="4414FB80" w:rsidR="00B57620" w:rsidRPr="00A37135" w:rsidRDefault="00B57620" w:rsidP="00B57620">
            <w:pPr>
              <w:spacing w:after="0" w:line="240" w:lineRule="auto"/>
              <w:rPr>
                <w:rFonts w:ascii="Calibri" w:eastAsia="Calibri" w:hAnsi="Calibri" w:cs="Calibri"/>
                <w:b/>
                <w:bCs/>
                <w:lang w:val="fr-CA"/>
              </w:rPr>
            </w:pPr>
            <w:r w:rsidRPr="00A37135">
              <w:rPr>
                <w:rFonts w:ascii="Calibri" w:eastAsia="Calibri" w:hAnsi="Calibri" w:cs="Calibri"/>
                <w:b/>
                <w:bCs/>
                <w:lang w:val="fr-CA"/>
              </w:rPr>
              <w:t>NOM DE LA PERSONNE DÉCLARANTE:</w:t>
            </w:r>
          </w:p>
        </w:tc>
        <w:sdt>
          <w:sdtPr>
            <w:rPr>
              <w:rFonts w:ascii="Calibri" w:eastAsia="Calibri" w:hAnsi="Calibri" w:cs="Calibri"/>
              <w:b/>
              <w:bCs/>
              <w:lang w:val="fr-CA"/>
            </w:rPr>
            <w:id w:val="1551724969"/>
            <w:placeholder>
              <w:docPart w:val="48E61A53F5C44ADAA79CB7E54C922B80"/>
            </w:placeholder>
            <w:showingPlcHdr/>
          </w:sdtPr>
          <w:sdtEndPr/>
          <w:sdtContent>
            <w:tc>
              <w:tcPr>
                <w:tcW w:w="5527" w:type="dxa"/>
              </w:tcPr>
              <w:p w14:paraId="1F5423FA" w14:textId="41701F74" w:rsidR="00B57620" w:rsidRPr="00A37135" w:rsidRDefault="00CB705F" w:rsidP="00B57620">
                <w:pPr>
                  <w:spacing w:after="0" w:line="240" w:lineRule="auto"/>
                  <w:rPr>
                    <w:rFonts w:ascii="Calibri" w:eastAsia="Calibri" w:hAnsi="Calibri" w:cs="Calibri"/>
                    <w:b/>
                    <w:bCs/>
                    <w:lang w:val="fr-CA"/>
                  </w:rPr>
                </w:pPr>
                <w:r w:rsidRPr="00A37135">
                  <w:rPr>
                    <w:rFonts w:ascii="Calibri" w:eastAsia="Calibri" w:hAnsi="Calibri" w:cs="Calibri"/>
                    <w:color w:val="767171" w:themeColor="background2" w:themeShade="80"/>
                    <w:lang w:val="fr-CA"/>
                  </w:rPr>
                  <w:t>C</w:t>
                </w:r>
                <w:r w:rsidR="00B453AA" w:rsidRPr="00A37135">
                  <w:rPr>
                    <w:rStyle w:val="PlaceholderText"/>
                    <w:rFonts w:ascii="Calibri" w:hAnsi="Calibri" w:cs="Calibri"/>
                    <w:color w:val="767171" w:themeColor="background2" w:themeShade="80"/>
                  </w:rPr>
                  <w:t>liqu</w:t>
                </w:r>
                <w:r w:rsidR="00B453AA" w:rsidRPr="00A37135">
                  <w:rPr>
                    <w:rStyle w:val="PlaceholderText"/>
                    <w:rFonts w:ascii="Calibri" w:hAnsi="Calibri" w:cs="Calibri"/>
                  </w:rPr>
                  <w:t>ez ou appuyez ici pour saisir du texte</w:t>
                </w:r>
              </w:p>
            </w:tc>
          </w:sdtContent>
        </w:sdt>
      </w:tr>
      <w:tr w:rsidR="00B57620" w:rsidRPr="00A37135" w14:paraId="651A7A99" w14:textId="77777777" w:rsidTr="00F650A9">
        <w:tc>
          <w:tcPr>
            <w:tcW w:w="3823" w:type="dxa"/>
          </w:tcPr>
          <w:p w14:paraId="4598CE12" w14:textId="547FC0D1" w:rsidR="00B57620" w:rsidRPr="00A37135" w:rsidRDefault="00B57620" w:rsidP="00B57620">
            <w:pPr>
              <w:spacing w:after="0" w:line="240" w:lineRule="auto"/>
              <w:rPr>
                <w:rFonts w:ascii="Calibri" w:eastAsia="Calibri" w:hAnsi="Calibri" w:cs="Calibri"/>
              </w:rPr>
            </w:pPr>
            <w:r w:rsidRPr="00A37135">
              <w:rPr>
                <w:rFonts w:ascii="Calibri" w:eastAsia="Calibri" w:hAnsi="Calibri" w:cs="Calibri"/>
                <w:b/>
                <w:bCs/>
              </w:rPr>
              <w:t>ÉTABLISSEMENT D’ENSEIGNEMENT:</w:t>
            </w:r>
          </w:p>
        </w:tc>
        <w:sdt>
          <w:sdtPr>
            <w:rPr>
              <w:rFonts w:ascii="Calibri" w:eastAsia="Calibri" w:hAnsi="Calibri" w:cs="Calibri"/>
            </w:rPr>
            <w:id w:val="-452169899"/>
            <w:placeholder>
              <w:docPart w:val="DF1E6F86EACA4BE99078086A446244B1"/>
            </w:placeholder>
            <w:showingPlcHdr/>
          </w:sdtPr>
          <w:sdtEndPr/>
          <w:sdtContent>
            <w:tc>
              <w:tcPr>
                <w:tcW w:w="5527" w:type="dxa"/>
              </w:tcPr>
              <w:p w14:paraId="12265F16" w14:textId="2ACA9D41" w:rsidR="00B57620" w:rsidRPr="00A37135" w:rsidRDefault="00CB705F" w:rsidP="00B57620">
                <w:pPr>
                  <w:spacing w:after="0" w:line="240" w:lineRule="auto"/>
                  <w:rPr>
                    <w:rFonts w:ascii="Calibri" w:eastAsia="Calibri" w:hAnsi="Calibri" w:cs="Calibri"/>
                  </w:rPr>
                </w:pPr>
                <w:r w:rsidRPr="00A37135">
                  <w:rPr>
                    <w:rFonts w:ascii="Calibri" w:eastAsia="Calibri" w:hAnsi="Calibri" w:cs="Calibri"/>
                    <w:color w:val="767171" w:themeColor="background2" w:themeShade="80"/>
                    <w:lang w:val="fr-CA"/>
                  </w:rPr>
                  <w:t>C</w:t>
                </w:r>
                <w:r w:rsidR="00B453AA" w:rsidRPr="00A37135">
                  <w:rPr>
                    <w:rStyle w:val="PlaceholderText"/>
                    <w:rFonts w:ascii="Calibri" w:hAnsi="Calibri" w:cs="Calibri"/>
                  </w:rPr>
                  <w:t>liquez ou appuyez ici pour saisir du texte</w:t>
                </w:r>
                <w:r w:rsidR="00B453AA" w:rsidRPr="00A37135">
                  <w:rPr>
                    <w:rFonts w:ascii="Calibri" w:eastAsia="Calibri" w:hAnsi="Calibri" w:cs="Calibri"/>
                  </w:rPr>
                  <w:t xml:space="preserve"> </w:t>
                </w:r>
              </w:p>
            </w:tc>
          </w:sdtContent>
        </w:sdt>
      </w:tr>
      <w:tr w:rsidR="00B57620" w:rsidRPr="00A37135" w14:paraId="543AA2A7" w14:textId="77777777" w:rsidTr="00F650A9">
        <w:tc>
          <w:tcPr>
            <w:tcW w:w="3823" w:type="dxa"/>
          </w:tcPr>
          <w:p w14:paraId="43DE34D8" w14:textId="740134B7" w:rsidR="00B57620" w:rsidRPr="00A37135" w:rsidRDefault="00B57620" w:rsidP="00B57620">
            <w:pPr>
              <w:spacing w:after="0" w:line="240" w:lineRule="auto"/>
              <w:rPr>
                <w:rFonts w:ascii="Calibri" w:eastAsia="Calibri" w:hAnsi="Calibri" w:cs="Calibri"/>
                <w:b/>
                <w:bCs/>
              </w:rPr>
            </w:pPr>
            <w:r w:rsidRPr="00A37135">
              <w:rPr>
                <w:rFonts w:ascii="Calibri" w:eastAsia="Calibri" w:hAnsi="Calibri" w:cs="Calibri"/>
                <w:b/>
                <w:bCs/>
              </w:rPr>
              <w:t>DÉPARTEMENT:</w:t>
            </w:r>
          </w:p>
        </w:tc>
        <w:sdt>
          <w:sdtPr>
            <w:rPr>
              <w:rFonts w:ascii="Calibri" w:eastAsia="Calibri" w:hAnsi="Calibri" w:cs="Calibri"/>
            </w:rPr>
            <w:id w:val="-810328160"/>
            <w:placeholder>
              <w:docPart w:val="DB7AD6EE058D418697985068AF531B74"/>
            </w:placeholder>
            <w:showingPlcHdr/>
          </w:sdtPr>
          <w:sdtEndPr/>
          <w:sdtContent>
            <w:tc>
              <w:tcPr>
                <w:tcW w:w="5527" w:type="dxa"/>
              </w:tcPr>
              <w:p w14:paraId="3E9E2693" w14:textId="1B2EFCAF" w:rsidR="00B57620" w:rsidRPr="00A37135" w:rsidRDefault="00CB705F" w:rsidP="00B57620">
                <w:pPr>
                  <w:spacing w:after="0" w:line="240" w:lineRule="auto"/>
                  <w:rPr>
                    <w:rFonts w:ascii="Calibri" w:eastAsia="Calibri" w:hAnsi="Calibri" w:cs="Calibri"/>
                  </w:rPr>
                </w:pPr>
                <w:r w:rsidRPr="00A37135">
                  <w:rPr>
                    <w:rFonts w:ascii="Calibri" w:eastAsia="Calibri" w:hAnsi="Calibri" w:cs="Calibri"/>
                    <w:color w:val="767171" w:themeColor="background2" w:themeShade="80"/>
                    <w:lang w:val="fr-CA"/>
                  </w:rPr>
                  <w:t>C</w:t>
                </w:r>
                <w:r w:rsidR="00B453AA" w:rsidRPr="00A37135">
                  <w:rPr>
                    <w:rStyle w:val="PlaceholderText"/>
                    <w:rFonts w:ascii="Calibri" w:hAnsi="Calibri" w:cs="Calibri"/>
                  </w:rPr>
                  <w:t>liquez ou appuyez ici pour saisir du texte</w:t>
                </w:r>
                <w:r w:rsidR="00B453AA" w:rsidRPr="00A37135">
                  <w:rPr>
                    <w:rFonts w:ascii="Calibri" w:eastAsia="Calibri" w:hAnsi="Calibri" w:cs="Calibri"/>
                  </w:rPr>
                  <w:t xml:space="preserve"> </w:t>
                </w:r>
              </w:p>
            </w:tc>
          </w:sdtContent>
        </w:sdt>
      </w:tr>
      <w:tr w:rsidR="00B57620" w:rsidRPr="00A37135" w14:paraId="024075C0" w14:textId="77777777" w:rsidTr="00F650A9">
        <w:tc>
          <w:tcPr>
            <w:tcW w:w="3823" w:type="dxa"/>
          </w:tcPr>
          <w:p w14:paraId="687EC4EB" w14:textId="6D503ACD" w:rsidR="00B57620" w:rsidRPr="00A37135" w:rsidRDefault="00B57620" w:rsidP="00B57620">
            <w:pPr>
              <w:spacing w:after="0" w:line="240" w:lineRule="auto"/>
              <w:rPr>
                <w:rFonts w:ascii="Calibri" w:eastAsia="Calibri" w:hAnsi="Calibri" w:cs="Calibri"/>
                <w:b/>
                <w:bCs/>
              </w:rPr>
            </w:pPr>
            <w:r w:rsidRPr="00A37135">
              <w:rPr>
                <w:rFonts w:ascii="Calibri" w:eastAsia="Calibri" w:hAnsi="Calibri" w:cs="Calibri"/>
                <w:b/>
                <w:bCs/>
              </w:rPr>
              <w:t>TITRE DU PROJET:</w:t>
            </w:r>
          </w:p>
        </w:tc>
        <w:sdt>
          <w:sdtPr>
            <w:rPr>
              <w:rFonts w:ascii="Calibri" w:eastAsia="Calibri" w:hAnsi="Calibri" w:cs="Calibri"/>
            </w:rPr>
            <w:id w:val="1773357089"/>
            <w:placeholder>
              <w:docPart w:val="B8ED7D7D031A4F2D946C5264D16C0EE6"/>
            </w:placeholder>
            <w:showingPlcHdr/>
          </w:sdtPr>
          <w:sdtEndPr/>
          <w:sdtContent>
            <w:tc>
              <w:tcPr>
                <w:tcW w:w="5527" w:type="dxa"/>
              </w:tcPr>
              <w:p w14:paraId="62556CEC" w14:textId="4AEEFDCB" w:rsidR="00B57620" w:rsidRPr="00A37135" w:rsidRDefault="00CB705F" w:rsidP="00B57620">
                <w:pPr>
                  <w:spacing w:after="0" w:line="240" w:lineRule="auto"/>
                  <w:rPr>
                    <w:rFonts w:ascii="Calibri" w:eastAsia="Calibri" w:hAnsi="Calibri" w:cs="Calibri"/>
                  </w:rPr>
                </w:pPr>
                <w:r w:rsidRPr="00A37135">
                  <w:rPr>
                    <w:rFonts w:ascii="Calibri" w:eastAsia="Calibri" w:hAnsi="Calibri" w:cs="Calibri"/>
                    <w:color w:val="767171" w:themeColor="background2" w:themeShade="80"/>
                    <w:lang w:val="fr-CA"/>
                  </w:rPr>
                  <w:t>C</w:t>
                </w:r>
                <w:r w:rsidR="00B453AA" w:rsidRPr="00A37135">
                  <w:rPr>
                    <w:rStyle w:val="PlaceholderText"/>
                    <w:rFonts w:ascii="Calibri" w:hAnsi="Calibri" w:cs="Calibri"/>
                  </w:rPr>
                  <w:t>liquez ou appuyez ici pour saisir du texte</w:t>
                </w:r>
                <w:r w:rsidR="00B453AA" w:rsidRPr="00A37135">
                  <w:rPr>
                    <w:rFonts w:ascii="Calibri" w:eastAsia="Calibri" w:hAnsi="Calibri" w:cs="Calibri"/>
                  </w:rPr>
                  <w:t xml:space="preserve"> </w:t>
                </w:r>
              </w:p>
            </w:tc>
          </w:sdtContent>
        </w:sdt>
      </w:tr>
      <w:tr w:rsidR="00B57620" w:rsidRPr="00A37135" w14:paraId="4188826E" w14:textId="77777777" w:rsidTr="00F650A9">
        <w:tc>
          <w:tcPr>
            <w:tcW w:w="3823" w:type="dxa"/>
          </w:tcPr>
          <w:p w14:paraId="7DF1FC52" w14:textId="39ECC116" w:rsidR="00B57620" w:rsidRPr="00A37135" w:rsidRDefault="00B57620" w:rsidP="00B57620">
            <w:pPr>
              <w:spacing w:after="0" w:line="240" w:lineRule="auto"/>
              <w:rPr>
                <w:rFonts w:ascii="Calibri" w:eastAsia="Calibri" w:hAnsi="Calibri" w:cs="Calibri"/>
                <w:b/>
                <w:bCs/>
              </w:rPr>
            </w:pPr>
            <w:r w:rsidRPr="00A37135">
              <w:rPr>
                <w:rFonts w:ascii="Calibri" w:eastAsia="Calibri" w:hAnsi="Calibri" w:cs="Calibri"/>
                <w:b/>
                <w:bCs/>
              </w:rPr>
              <w:t>ORGANISME PARTENAIRE:</w:t>
            </w:r>
          </w:p>
        </w:tc>
        <w:sdt>
          <w:sdtPr>
            <w:rPr>
              <w:rFonts w:ascii="Calibri" w:eastAsia="Calibri" w:hAnsi="Calibri" w:cs="Calibri"/>
            </w:rPr>
            <w:id w:val="787633081"/>
            <w:placeholder>
              <w:docPart w:val="EEDC799B9D9F4AF199281F4F8B859D27"/>
            </w:placeholder>
            <w:showingPlcHdr/>
          </w:sdtPr>
          <w:sdtEndPr/>
          <w:sdtContent>
            <w:tc>
              <w:tcPr>
                <w:tcW w:w="5527" w:type="dxa"/>
              </w:tcPr>
              <w:p w14:paraId="4769D120" w14:textId="6D7619F5" w:rsidR="00B57620" w:rsidRPr="00A37135" w:rsidRDefault="00CB705F" w:rsidP="00B57620">
                <w:pPr>
                  <w:spacing w:after="0" w:line="240" w:lineRule="auto"/>
                  <w:rPr>
                    <w:rFonts w:ascii="Calibri" w:eastAsia="Calibri" w:hAnsi="Calibri" w:cs="Calibri"/>
                  </w:rPr>
                </w:pPr>
                <w:r w:rsidRPr="00A37135">
                  <w:rPr>
                    <w:rFonts w:ascii="Calibri" w:eastAsia="Calibri" w:hAnsi="Calibri" w:cs="Calibri"/>
                    <w:color w:val="767171" w:themeColor="background2" w:themeShade="80"/>
                    <w:lang w:val="fr-CA"/>
                  </w:rPr>
                  <w:t>C</w:t>
                </w:r>
                <w:r w:rsidR="00B453AA" w:rsidRPr="00A37135">
                  <w:rPr>
                    <w:rStyle w:val="PlaceholderText"/>
                    <w:rFonts w:ascii="Calibri" w:hAnsi="Calibri" w:cs="Calibri"/>
                  </w:rPr>
                  <w:t>liquez ou appuyez ici pour saisir du texte</w:t>
                </w:r>
                <w:r w:rsidR="00B453AA" w:rsidRPr="00A37135">
                  <w:rPr>
                    <w:rFonts w:ascii="Calibri" w:eastAsia="Calibri" w:hAnsi="Calibri" w:cs="Calibri"/>
                  </w:rPr>
                  <w:t xml:space="preserve"> </w:t>
                </w:r>
              </w:p>
            </w:tc>
          </w:sdtContent>
        </w:sdt>
      </w:tr>
    </w:tbl>
    <w:p w14:paraId="16B4807A" w14:textId="77777777" w:rsidR="00B57620" w:rsidRPr="00A37135" w:rsidRDefault="00B57620" w:rsidP="00B57620">
      <w:pPr>
        <w:spacing w:after="0"/>
        <w:rPr>
          <w:rFonts w:ascii="Calibri" w:hAnsi="Calibri" w:cs="Calibri"/>
          <w:lang w:val="fr-CA"/>
        </w:rPr>
      </w:pPr>
    </w:p>
    <w:p w14:paraId="51C2E119" w14:textId="77777777" w:rsidR="00B57620" w:rsidRPr="00A37135" w:rsidRDefault="00B57620" w:rsidP="00B57620">
      <w:pPr>
        <w:rPr>
          <w:rFonts w:ascii="Calibri" w:hAnsi="Calibri" w:cs="Calibri"/>
        </w:rPr>
      </w:pPr>
    </w:p>
    <w:tbl>
      <w:tblPr>
        <w:tblStyle w:val="TableGrid"/>
        <w:tblW w:w="0" w:type="auto"/>
        <w:tblLook w:val="04A0" w:firstRow="1" w:lastRow="0" w:firstColumn="1" w:lastColumn="0" w:noHBand="0" w:noVBand="1"/>
      </w:tblPr>
      <w:tblGrid>
        <w:gridCol w:w="9350"/>
      </w:tblGrid>
      <w:tr w:rsidR="00B57620" w:rsidRPr="00A37135" w14:paraId="5B5FC624" w14:textId="77777777" w:rsidTr="00F650A9">
        <w:tc>
          <w:tcPr>
            <w:tcW w:w="9350" w:type="dxa"/>
          </w:tcPr>
          <w:p w14:paraId="22B85343" w14:textId="77777777" w:rsidR="004A0C8E" w:rsidRPr="00A37135" w:rsidRDefault="00B57620" w:rsidP="004A0C8E">
            <w:pPr>
              <w:spacing w:after="0"/>
              <w:rPr>
                <w:rFonts w:ascii="Calibri" w:hAnsi="Calibri" w:cs="Calibri"/>
                <w:b/>
                <w:bCs/>
                <w:sz w:val="18"/>
                <w:szCs w:val="18"/>
                <w:lang w:val="fr-CA"/>
              </w:rPr>
            </w:pPr>
            <w:r w:rsidRPr="00A37135">
              <w:rPr>
                <w:rFonts w:ascii="Calibri" w:hAnsi="Calibri" w:cs="Calibri"/>
                <w:b/>
                <w:bCs/>
                <w:sz w:val="18"/>
                <w:szCs w:val="18"/>
                <w:lang w:val="fr-CA"/>
              </w:rPr>
              <w:t>Veuillez décrire ci-dessous toute relation familiale ou personnelle, titre de propriété, influence, fonction (salariée ou non) ou liens particuliers au sein de l’organisme partenaire ou avec d’autres participants au programme qui pourrait contribuer à un conflit d’intérêts, ou à donner l’apparence d’un conflit d’intérêts en lien avec cette demande. Veuillez inclure des détails comme le pourcentage (%) des parts détenues et la nature des relations (par ex. : conjoint·e, époux·se, mère, père, enfant, frère, sœur ou autre). Fournissez également des informations au sujet de vos responsabilités au sein de l’organisme partenaire (joindre tout document nécessaire).</w:t>
            </w:r>
          </w:p>
          <w:p w14:paraId="58E12527" w14:textId="15A8B28C" w:rsidR="00B57620" w:rsidRPr="00A37135" w:rsidRDefault="00E767F0" w:rsidP="004A0C8E">
            <w:pPr>
              <w:spacing w:after="0"/>
              <w:rPr>
                <w:rFonts w:ascii="Calibri" w:hAnsi="Calibri" w:cs="Calibri"/>
                <w:b/>
                <w:bCs/>
                <w:sz w:val="18"/>
                <w:szCs w:val="18"/>
                <w:lang w:val="fr-CA"/>
              </w:rPr>
            </w:pPr>
            <w:sdt>
              <w:sdtPr>
                <w:rPr>
                  <w:rFonts w:ascii="Calibri" w:hAnsi="Calibri" w:cs="Calibri"/>
                  <w:lang w:val="fr-CA"/>
                </w:rPr>
                <w:id w:val="660508630"/>
                <w:placeholder>
                  <w:docPart w:val="57D09237F0DF40E8B21414F4AA083501"/>
                </w:placeholder>
                <w:showingPlcHdr/>
              </w:sdtPr>
              <w:sdtEndPr/>
              <w:sdtContent>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sdtContent>
            </w:sdt>
          </w:p>
          <w:p w14:paraId="0838D214" w14:textId="62426763" w:rsidR="00B57620" w:rsidRPr="00A37135" w:rsidRDefault="00B57620" w:rsidP="00F650A9">
            <w:pPr>
              <w:rPr>
                <w:rFonts w:ascii="Calibri" w:hAnsi="Calibri" w:cs="Calibri"/>
                <w:lang w:val="fr-CA"/>
              </w:rPr>
            </w:pPr>
          </w:p>
          <w:p w14:paraId="48440D49" w14:textId="204AAC28" w:rsidR="00FB6840" w:rsidRPr="00A37135" w:rsidRDefault="00FB6840" w:rsidP="00F650A9">
            <w:pPr>
              <w:rPr>
                <w:rFonts w:ascii="Calibri" w:hAnsi="Calibri" w:cs="Calibri"/>
                <w:lang w:val="fr-CA"/>
              </w:rPr>
            </w:pPr>
          </w:p>
          <w:p w14:paraId="6BBB2CBB" w14:textId="77777777" w:rsidR="005F4E1B" w:rsidRPr="00A37135" w:rsidRDefault="005F4E1B" w:rsidP="00F650A9">
            <w:pPr>
              <w:rPr>
                <w:rFonts w:ascii="Calibri" w:hAnsi="Calibri" w:cs="Calibri"/>
                <w:lang w:val="fr-CA"/>
              </w:rPr>
            </w:pPr>
          </w:p>
          <w:p w14:paraId="06E00656" w14:textId="77777777" w:rsidR="00B57620" w:rsidRPr="00A37135" w:rsidRDefault="00B57620" w:rsidP="00F650A9">
            <w:pPr>
              <w:rPr>
                <w:rFonts w:ascii="Calibri" w:hAnsi="Calibri" w:cs="Calibri"/>
                <w:lang w:val="fr-CA"/>
              </w:rPr>
            </w:pPr>
          </w:p>
        </w:tc>
      </w:tr>
      <w:tr w:rsidR="00B57620" w:rsidRPr="00A37135" w14:paraId="5874CE7E" w14:textId="77777777" w:rsidTr="00F650A9">
        <w:tc>
          <w:tcPr>
            <w:tcW w:w="9350" w:type="dxa"/>
          </w:tcPr>
          <w:p w14:paraId="7299ECED" w14:textId="339D6E81" w:rsidR="00B57620" w:rsidRPr="00A37135" w:rsidRDefault="00B57620" w:rsidP="004A0C8E">
            <w:pPr>
              <w:spacing w:after="0"/>
              <w:rPr>
                <w:rFonts w:ascii="Calibri" w:hAnsi="Calibri" w:cs="Calibri"/>
                <w:b/>
                <w:bCs/>
                <w:sz w:val="18"/>
                <w:szCs w:val="18"/>
                <w:lang w:val="fr-CA"/>
              </w:rPr>
            </w:pPr>
            <w:r w:rsidRPr="00A37135">
              <w:rPr>
                <w:rFonts w:ascii="Calibri" w:hAnsi="Calibri" w:cs="Calibri"/>
                <w:b/>
                <w:bCs/>
                <w:sz w:val="18"/>
                <w:szCs w:val="18"/>
                <w:lang w:val="fr-CA"/>
              </w:rPr>
              <w:t>S’il y a lieu, veuillez décrire les mesures d’atténuation du conflit décrit ci-dessus (joindre tout document nécessaire):</w:t>
            </w:r>
          </w:p>
          <w:sdt>
            <w:sdtPr>
              <w:rPr>
                <w:rFonts w:ascii="Calibri" w:hAnsi="Calibri" w:cs="Calibri"/>
                <w:lang w:val="fr-CA"/>
              </w:rPr>
              <w:id w:val="1167067251"/>
              <w:placeholder>
                <w:docPart w:val="A1187E61577A47409FA8CAD996534DC0"/>
              </w:placeholder>
              <w:showingPlcHdr/>
            </w:sdtPr>
            <w:sdtEndPr/>
            <w:sdtContent>
              <w:p w14:paraId="16232AB9" w14:textId="7229BFAE" w:rsidR="00B57620" w:rsidRPr="00A37135" w:rsidRDefault="00E767F0" w:rsidP="004A0C8E">
                <w:pPr>
                  <w:spacing w:after="0"/>
                  <w:rPr>
                    <w:rFonts w:ascii="Calibri" w:hAnsi="Calibri" w:cs="Calibri"/>
                    <w:lang w:val="fr-CA"/>
                  </w:rPr>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p>
            </w:sdtContent>
          </w:sdt>
          <w:p w14:paraId="16F4D86E" w14:textId="6E550EAF" w:rsidR="00FB6840" w:rsidRPr="00A37135" w:rsidRDefault="00FB6840" w:rsidP="004A0C8E">
            <w:pPr>
              <w:spacing w:after="0"/>
              <w:rPr>
                <w:rFonts w:ascii="Calibri" w:hAnsi="Calibri" w:cs="Calibri"/>
                <w:lang w:val="fr-CA"/>
              </w:rPr>
            </w:pPr>
          </w:p>
          <w:p w14:paraId="50213E2B" w14:textId="265AD55C" w:rsidR="00FB6840" w:rsidRPr="00A37135" w:rsidRDefault="00FB6840" w:rsidP="004A0C8E">
            <w:pPr>
              <w:spacing w:after="0"/>
              <w:rPr>
                <w:rFonts w:ascii="Calibri" w:hAnsi="Calibri" w:cs="Calibri"/>
                <w:lang w:val="fr-CA"/>
              </w:rPr>
            </w:pPr>
          </w:p>
          <w:p w14:paraId="6635E616" w14:textId="77777777" w:rsidR="00FB6840" w:rsidRPr="00A37135" w:rsidRDefault="00FB6840" w:rsidP="004A0C8E">
            <w:pPr>
              <w:spacing w:after="0"/>
              <w:rPr>
                <w:rFonts w:ascii="Calibri" w:hAnsi="Calibri" w:cs="Calibri"/>
                <w:lang w:val="fr-CA"/>
              </w:rPr>
            </w:pPr>
          </w:p>
          <w:p w14:paraId="269BF70F" w14:textId="77777777" w:rsidR="00FB6840" w:rsidRPr="00A37135" w:rsidRDefault="00FB6840" w:rsidP="004A0C8E">
            <w:pPr>
              <w:spacing w:after="0"/>
              <w:rPr>
                <w:rFonts w:ascii="Calibri" w:hAnsi="Calibri" w:cs="Calibri"/>
                <w:lang w:val="fr-CA"/>
              </w:rPr>
            </w:pPr>
          </w:p>
          <w:p w14:paraId="22FCD49A" w14:textId="64800682" w:rsidR="00B57620" w:rsidRPr="00A37135" w:rsidRDefault="00B57620" w:rsidP="004A0C8E">
            <w:pPr>
              <w:spacing w:after="0"/>
              <w:rPr>
                <w:rFonts w:ascii="Calibri" w:hAnsi="Calibri" w:cs="Calibri"/>
                <w:lang w:val="fr-CA"/>
              </w:rPr>
            </w:pPr>
          </w:p>
        </w:tc>
      </w:tr>
    </w:tbl>
    <w:p w14:paraId="0E91F631" w14:textId="26EDD7DC" w:rsidR="00B57620" w:rsidRPr="00A37135" w:rsidRDefault="00B57620" w:rsidP="00B453AA">
      <w:pPr>
        <w:rPr>
          <w:rFonts w:ascii="Calibri" w:hAnsi="Calibri" w:cs="Calibri"/>
          <w:lang w:val="fr-CA"/>
        </w:rPr>
      </w:pPr>
      <w:r w:rsidRPr="00A37135">
        <w:rPr>
          <w:rFonts w:ascii="Calibri" w:hAnsi="Calibri" w:cs="Calibri"/>
          <w:lang w:val="fr-CA"/>
        </w:rPr>
        <w:t>J’atteste avoir pris connaissance et examiné le conflit d’intérêt décrit ci-dessus et je travaillerai avec les demandeurs·ses pour gérer tout conflit conformément aux politiques de l’établissement d’enseignement et de Mitacs.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945"/>
      </w:tblGrid>
      <w:tr w:rsidR="009A632E" w:rsidRPr="00A37135" w14:paraId="7ABC4978" w14:textId="77777777" w:rsidTr="009A632E">
        <w:tc>
          <w:tcPr>
            <w:tcW w:w="4945" w:type="dxa"/>
          </w:tcPr>
          <w:p w14:paraId="1706E8A2" w14:textId="6E57E2DE" w:rsidR="009A632E" w:rsidRPr="00A37135" w:rsidRDefault="00E767F0" w:rsidP="009A632E">
            <w:pPr>
              <w:spacing w:after="0"/>
              <w:rPr>
                <w:rFonts w:ascii="Calibri" w:hAnsi="Calibri" w:cs="Calibri"/>
                <w:u w:val="single"/>
                <w:lang w:val="fr-CA"/>
              </w:rPr>
            </w:pPr>
            <w:sdt>
              <w:sdtPr>
                <w:rPr>
                  <w:rFonts w:ascii="Calibri" w:hAnsi="Calibri" w:cs="Calibri"/>
                  <w:u w:val="single"/>
                  <w:lang w:val="fr-CA"/>
                </w:rPr>
                <w:id w:val="1766349430"/>
                <w:placeholder>
                  <w:docPart w:val="C31566C0F31E4F62A39E039713E3DBC2"/>
                </w:placeholder>
                <w:showingPlcHdr/>
              </w:sdtPr>
              <w:sdtEndPr/>
              <w:sdtContent>
                <w:r w:rsidR="002B0023" w:rsidRPr="00A37135">
                  <w:rPr>
                    <w:rFonts w:ascii="Calibri" w:eastAsia="Calibri" w:hAnsi="Calibri" w:cs="Calibri"/>
                    <w:color w:val="767171" w:themeColor="background2" w:themeShade="80"/>
                    <w:u w:val="single"/>
                    <w:lang w:val="fr-CA"/>
                  </w:rPr>
                  <w:t>C</w:t>
                </w:r>
                <w:r w:rsidR="002B0023" w:rsidRPr="00A37135">
                  <w:rPr>
                    <w:rStyle w:val="PlaceholderText"/>
                    <w:rFonts w:ascii="Calibri" w:hAnsi="Calibri" w:cs="Calibri"/>
                    <w:u w:val="single"/>
                  </w:rPr>
                  <w:t>liquez ou appuyez ici pour saisir du texte</w:t>
                </w:r>
              </w:sdtContent>
            </w:sdt>
            <w:r w:rsidR="009A632E" w:rsidRPr="00E767F0">
              <w:rPr>
                <w:rFonts w:ascii="Calibri" w:hAnsi="Calibri" w:cs="Calibri"/>
                <w:lang w:val="fr-CA"/>
              </w:rPr>
              <w:tab/>
            </w:r>
          </w:p>
          <w:p w14:paraId="5A8BB08A" w14:textId="7F174D43" w:rsidR="009A632E" w:rsidRPr="00A37135" w:rsidRDefault="009A632E" w:rsidP="009A632E">
            <w:pPr>
              <w:spacing w:after="0"/>
              <w:rPr>
                <w:rFonts w:ascii="Calibri" w:hAnsi="Calibri" w:cs="Calibri"/>
                <w:lang w:val="fr-CA"/>
              </w:rPr>
            </w:pPr>
            <w:r w:rsidRPr="00A37135">
              <w:rPr>
                <w:rFonts w:ascii="Calibri" w:hAnsi="Calibri" w:cs="Calibri"/>
                <w:b/>
                <w:bCs/>
                <w:lang w:val="fr-CA"/>
              </w:rPr>
              <w:t>Nom (en lettres moulées)</w:t>
            </w:r>
            <w:r w:rsidRPr="00A37135">
              <w:rPr>
                <w:rFonts w:ascii="Calibri" w:hAnsi="Calibri" w:cs="Calibri"/>
                <w:lang w:val="fr-CA"/>
              </w:rPr>
              <w:tab/>
            </w:r>
          </w:p>
        </w:tc>
        <w:tc>
          <w:tcPr>
            <w:tcW w:w="4945" w:type="dxa"/>
          </w:tcPr>
          <w:p w14:paraId="6CA76598" w14:textId="77777777" w:rsidR="009A632E" w:rsidRPr="00A37135" w:rsidRDefault="00E767F0" w:rsidP="009A632E">
            <w:pPr>
              <w:spacing w:after="0"/>
              <w:rPr>
                <w:rFonts w:ascii="Calibri" w:hAnsi="Calibri" w:cs="Calibri"/>
                <w:u w:val="single"/>
                <w:lang w:val="fr-CA"/>
              </w:rPr>
            </w:pPr>
            <w:sdt>
              <w:sdtPr>
                <w:rPr>
                  <w:rFonts w:ascii="Calibri" w:hAnsi="Calibri" w:cs="Calibri"/>
                  <w:u w:val="single"/>
                  <w:lang w:val="fr-CA"/>
                </w:rPr>
                <w:id w:val="-228228388"/>
                <w:placeholder>
                  <w:docPart w:val="9C4DF8B596874AF6956C23C3205C84A0"/>
                </w:placeholder>
                <w:showingPlcHdr/>
              </w:sdtPr>
              <w:sdtEndPr/>
              <w:sdtContent>
                <w:r w:rsidR="009A632E" w:rsidRPr="00A37135">
                  <w:rPr>
                    <w:rFonts w:ascii="Calibri" w:eastAsia="Calibri" w:hAnsi="Calibri" w:cs="Calibri"/>
                    <w:color w:val="767171" w:themeColor="background2" w:themeShade="80"/>
                    <w:u w:val="single"/>
                    <w:lang w:val="fr-CA"/>
                  </w:rPr>
                  <w:t>C</w:t>
                </w:r>
                <w:r w:rsidR="009A632E" w:rsidRPr="00A37135">
                  <w:rPr>
                    <w:rStyle w:val="PlaceholderText"/>
                    <w:rFonts w:ascii="Calibri" w:hAnsi="Calibri" w:cs="Calibri"/>
                    <w:u w:val="single"/>
                  </w:rPr>
                  <w:t>liquez ou appuyez ici pour saisir du texte</w:t>
                </w:r>
              </w:sdtContent>
            </w:sdt>
          </w:p>
          <w:p w14:paraId="15E2F2B9" w14:textId="77777777" w:rsidR="009A632E" w:rsidRPr="00A37135" w:rsidRDefault="009A632E" w:rsidP="009A632E">
            <w:pPr>
              <w:spacing w:after="0"/>
              <w:rPr>
                <w:rFonts w:ascii="Calibri" w:hAnsi="Calibri" w:cs="Calibri"/>
                <w:b/>
                <w:bCs/>
                <w:lang w:val="fr-CA"/>
              </w:rPr>
            </w:pPr>
            <w:r w:rsidRPr="00A37135">
              <w:rPr>
                <w:rFonts w:ascii="Calibri" w:hAnsi="Calibri" w:cs="Calibri"/>
                <w:b/>
                <w:bCs/>
                <w:lang w:val="fr-CA"/>
              </w:rPr>
              <w:t>Titre/Poste</w:t>
            </w:r>
          </w:p>
          <w:p w14:paraId="3C00835D" w14:textId="0CE3AFFB" w:rsidR="009A632E" w:rsidRPr="00A37135" w:rsidRDefault="009A632E" w:rsidP="009A632E">
            <w:pPr>
              <w:spacing w:after="0"/>
              <w:rPr>
                <w:rFonts w:ascii="Calibri" w:hAnsi="Calibri" w:cs="Calibri"/>
                <w:lang w:val="fr-CA"/>
              </w:rPr>
            </w:pPr>
          </w:p>
        </w:tc>
      </w:tr>
      <w:tr w:rsidR="009A632E" w:rsidRPr="00A37135" w14:paraId="101E2FF2" w14:textId="77777777" w:rsidTr="009A632E">
        <w:tc>
          <w:tcPr>
            <w:tcW w:w="4945" w:type="dxa"/>
          </w:tcPr>
          <w:sdt>
            <w:sdtPr>
              <w:rPr>
                <w:rStyle w:val="Style3"/>
              </w:rPr>
              <w:alias w:val="Saisir ici votre signature"/>
              <w:tag w:val="Saisir ici votre signature"/>
              <w:id w:val="-1268693552"/>
              <w:placeholder>
                <w:docPart w:val="DE1CF5EB329A4EA18C1FF2B11A414295"/>
              </w:placeholder>
              <w:showingPlcHdr/>
            </w:sdtPr>
            <w:sdtEndPr>
              <w:rPr>
                <w:rStyle w:val="Style2"/>
                <w:rFonts w:ascii="Calibri" w:hAnsi="Calibri" w:cs="Calibri"/>
                <w:u w:val="single"/>
                <w:lang w:val="fr-CA"/>
              </w:rPr>
            </w:sdtEndPr>
            <w:sdtContent>
              <w:p w14:paraId="71BF9895" w14:textId="3027CDCD" w:rsidR="00F66CDA" w:rsidRPr="008F34BF" w:rsidRDefault="008F34BF" w:rsidP="009A632E">
                <w:pPr>
                  <w:spacing w:after="0" w:line="240" w:lineRule="auto"/>
                  <w:rPr>
                    <w:rFonts w:ascii="Lucida Handwriting" w:hAnsi="Lucida Handwriting"/>
                  </w:rPr>
                </w:pPr>
                <w:r w:rsidRPr="00206E8E">
                  <w:rPr>
                    <w:rStyle w:val="Style2"/>
                    <w:rFonts w:ascii="Calibri" w:hAnsi="Calibri" w:cs="Calibri"/>
                    <w:color w:val="767171" w:themeColor="background2" w:themeShade="80"/>
                    <w:u w:val="single"/>
                    <w:lang w:val="fr-CA"/>
                  </w:rPr>
                  <w:t>Saisir ici votre signature</w:t>
                </w:r>
              </w:p>
            </w:sdtContent>
          </w:sdt>
          <w:p w14:paraId="245B73C3" w14:textId="07701418" w:rsidR="009A632E" w:rsidRPr="00A37135" w:rsidRDefault="009A632E" w:rsidP="009A632E">
            <w:pPr>
              <w:spacing w:after="0" w:line="240" w:lineRule="auto"/>
              <w:rPr>
                <w:rFonts w:ascii="Calibri" w:eastAsia="Calibri" w:hAnsi="Calibri" w:cs="Calibri"/>
                <w:b/>
                <w:bCs/>
                <w:color w:val="767171" w:themeColor="background2" w:themeShade="80"/>
                <w:lang w:val="fr-CA"/>
              </w:rPr>
            </w:pPr>
            <w:r w:rsidRPr="00A37135">
              <w:rPr>
                <w:rFonts w:ascii="Calibri" w:eastAsia="Calibri" w:hAnsi="Calibri" w:cs="Calibri"/>
                <w:b/>
                <w:bCs/>
                <w:lang w:val="fr-CA"/>
              </w:rPr>
              <w:t>Signature</w:t>
            </w:r>
            <w:r w:rsidRPr="00A37135">
              <w:rPr>
                <w:rFonts w:ascii="Calibri" w:eastAsia="Calibri" w:hAnsi="Calibri" w:cs="Calibri"/>
                <w:b/>
                <w:bCs/>
                <w:lang w:val="fr-CA"/>
              </w:rPr>
              <w:tab/>
            </w:r>
          </w:p>
        </w:tc>
        <w:tc>
          <w:tcPr>
            <w:tcW w:w="4945" w:type="dxa"/>
          </w:tcPr>
          <w:p w14:paraId="5E7F4681" w14:textId="05F18922" w:rsidR="009A632E" w:rsidRPr="00A37135" w:rsidRDefault="00E767F0" w:rsidP="009A632E">
            <w:pPr>
              <w:spacing w:after="0"/>
              <w:rPr>
                <w:rFonts w:ascii="Calibri" w:hAnsi="Calibri" w:cs="Calibri"/>
                <w:u w:val="single"/>
              </w:rPr>
            </w:pPr>
            <w:sdt>
              <w:sdtPr>
                <w:rPr>
                  <w:rFonts w:ascii="Calibri" w:hAnsi="Calibri" w:cs="Calibri"/>
                  <w:u w:val="single"/>
                </w:rPr>
                <w:id w:val="-1674646710"/>
                <w:placeholder>
                  <w:docPart w:val="475E6F985F074A6BACB7BD6F639ACC6E"/>
                </w:placeholder>
                <w:showingPlcHdr/>
                <w:date>
                  <w:dateFormat w:val="yyyy-MM-dd"/>
                  <w:lid w:val="en-CA"/>
                  <w:storeMappedDataAs w:val="dateTime"/>
                  <w:calendar w:val="gregorian"/>
                </w:date>
              </w:sdtPr>
              <w:sdtEndPr/>
              <w:sdtContent>
                <w:r w:rsidR="009A632E" w:rsidRPr="00A37135">
                  <w:rPr>
                    <w:rFonts w:ascii="Calibri" w:eastAsia="Calibri" w:hAnsi="Calibri" w:cs="Calibri"/>
                    <w:color w:val="767171" w:themeColor="background2" w:themeShade="80"/>
                    <w:u w:val="single"/>
                    <w:lang w:val="fr-CA"/>
                  </w:rPr>
                  <w:t>C</w:t>
                </w:r>
                <w:r w:rsidR="009A632E" w:rsidRPr="00A37135">
                  <w:rPr>
                    <w:rStyle w:val="PlaceholderText"/>
                    <w:rFonts w:ascii="Calibri" w:hAnsi="Calibri" w:cs="Calibri"/>
                    <w:u w:val="single"/>
                  </w:rPr>
                  <w:t>liquez ou appuyez ici pour entrer la date</w:t>
                </w:r>
              </w:sdtContent>
            </w:sdt>
          </w:p>
          <w:p w14:paraId="6374BA5B" w14:textId="765964DC" w:rsidR="009A632E" w:rsidRPr="00A37135" w:rsidRDefault="009A632E" w:rsidP="009A632E">
            <w:pPr>
              <w:spacing w:after="0"/>
              <w:rPr>
                <w:rFonts w:ascii="Calibri" w:hAnsi="Calibri" w:cs="Calibri"/>
                <w:lang w:val="fr-CA"/>
              </w:rPr>
            </w:pPr>
            <w:r w:rsidRPr="00A37135">
              <w:rPr>
                <w:rFonts w:ascii="Calibri" w:hAnsi="Calibri" w:cs="Calibri"/>
                <w:b/>
                <w:bCs/>
              </w:rPr>
              <w:t>Date</w:t>
            </w:r>
          </w:p>
        </w:tc>
      </w:tr>
    </w:tbl>
    <w:p w14:paraId="0F83950D" w14:textId="465D5671" w:rsidR="00B315D5" w:rsidRPr="00A37135" w:rsidRDefault="00E767F0" w:rsidP="003304C1">
      <w:pPr>
        <w:spacing w:after="0" w:line="240" w:lineRule="auto"/>
        <w:rPr>
          <w:rFonts w:ascii="Calibri" w:hAnsi="Calibri" w:cs="Calibri"/>
        </w:rPr>
      </w:pPr>
    </w:p>
    <w:sectPr w:rsidR="00B315D5" w:rsidRPr="00A37135" w:rsidSect="00881161">
      <w:headerReference w:type="default" r:id="rId10"/>
      <w:footerReference w:type="default" r:id="rId11"/>
      <w:headerReference w:type="first" r:id="rId12"/>
      <w:footerReference w:type="first" r:id="rId13"/>
      <w:pgSz w:w="12240" w:h="15840"/>
      <w:pgMar w:top="1998" w:right="900" w:bottom="2127" w:left="1440" w:header="708" w:footer="1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83218" w14:textId="77777777" w:rsidR="004C1FC8" w:rsidRDefault="004C1FC8" w:rsidP="005906EE">
      <w:r>
        <w:separator/>
      </w:r>
    </w:p>
  </w:endnote>
  <w:endnote w:type="continuationSeparator" w:id="0">
    <w:p w14:paraId="7909F8F5" w14:textId="77777777" w:rsidR="004C1FC8" w:rsidRDefault="004C1FC8" w:rsidP="0059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67459" w14:textId="77777777" w:rsidR="00881161" w:rsidRPr="005906EE" w:rsidRDefault="00476375" w:rsidP="00881161">
    <w:pPr>
      <w:pStyle w:val="Footer"/>
      <w:ind w:right="1584"/>
      <w:jc w:val="right"/>
      <w:rPr>
        <w:color w:val="767171" w:themeColor="background2" w:themeShade="80"/>
        <w:sz w:val="16"/>
        <w:szCs w:val="16"/>
      </w:rPr>
    </w:pPr>
    <w:r>
      <w:rPr>
        <w:noProof/>
        <w:color w:val="E7E6E6" w:themeColor="background2"/>
        <w:sz w:val="16"/>
        <w:szCs w:val="16"/>
      </w:rPr>
      <w:drawing>
        <wp:anchor distT="0" distB="0" distL="114300" distR="114300" simplePos="0" relativeHeight="251675648" behindDoc="1" locked="0" layoutInCell="1" allowOverlap="1" wp14:anchorId="6D68EEE4" wp14:editId="6DA196EA">
          <wp:simplePos x="0" y="0"/>
          <wp:positionH relativeFrom="page">
            <wp:posOffset>0</wp:posOffset>
          </wp:positionH>
          <wp:positionV relativeFrom="paragraph">
            <wp:posOffset>-572135</wp:posOffset>
          </wp:positionV>
          <wp:extent cx="2404872" cy="1920240"/>
          <wp:effectExtent l="0" t="0" r="0" b="381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sidR="00881161" w:rsidRPr="005906EE">
      <w:rPr>
        <w:color w:val="767171" w:themeColor="background2" w:themeShade="80"/>
        <w:sz w:val="16"/>
        <w:szCs w:val="16"/>
      </w:rPr>
      <w:t xml:space="preserve"> </w:t>
    </w:r>
  </w:p>
  <w:p w14:paraId="518A3BE5" w14:textId="77777777" w:rsidR="00B715A6" w:rsidRPr="005906EE" w:rsidRDefault="00476375" w:rsidP="00B715A6">
    <w:pPr>
      <w:pStyle w:val="Footer"/>
      <w:ind w:right="1584"/>
      <w:jc w:val="right"/>
      <w:rPr>
        <w:color w:val="767171" w:themeColor="background2" w:themeShade="80"/>
        <w:sz w:val="16"/>
        <w:szCs w:val="16"/>
      </w:rPr>
    </w:pPr>
    <w:r>
      <w:rPr>
        <w:noProof/>
      </w:rPr>
      <w:drawing>
        <wp:anchor distT="0" distB="0" distL="114300" distR="114300" simplePos="0" relativeHeight="251673600" behindDoc="0" locked="0" layoutInCell="1" allowOverlap="1" wp14:anchorId="6B277309" wp14:editId="63750CFD">
          <wp:simplePos x="0" y="0"/>
          <wp:positionH relativeFrom="margin">
            <wp:posOffset>4817110</wp:posOffset>
          </wp:positionH>
          <wp:positionV relativeFrom="paragraph">
            <wp:posOffset>193675</wp:posOffset>
          </wp:positionV>
          <wp:extent cx="1412240" cy="393700"/>
          <wp:effectExtent l="0" t="0" r="0" b="635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412240" cy="393700"/>
                  </a:xfrm>
                  <a:prstGeom prst="rect">
                    <a:avLst/>
                  </a:prstGeom>
                </pic:spPr>
              </pic:pic>
            </a:graphicData>
          </a:graphic>
        </wp:anchor>
      </w:drawing>
    </w:r>
    <w:r w:rsidR="005906EE" w:rsidRPr="005906EE">
      <w:rPr>
        <w:color w:val="767171" w:themeColor="background2" w:themeShade="8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7840E" w14:textId="77777777" w:rsidR="0010124C" w:rsidRDefault="0010124C">
    <w:pPr>
      <w:pStyle w:val="Footer"/>
    </w:pPr>
    <w:r>
      <w:rPr>
        <w:noProof/>
        <w:color w:val="E7E6E6" w:themeColor="background2"/>
        <w:sz w:val="16"/>
        <w:szCs w:val="16"/>
      </w:rPr>
      <w:drawing>
        <wp:anchor distT="0" distB="0" distL="114300" distR="114300" simplePos="0" relativeHeight="251677696" behindDoc="1" locked="0" layoutInCell="1" allowOverlap="1" wp14:anchorId="3EA9A497" wp14:editId="0D1C08B4">
          <wp:simplePos x="0" y="0"/>
          <wp:positionH relativeFrom="page">
            <wp:posOffset>6350</wp:posOffset>
          </wp:positionH>
          <wp:positionV relativeFrom="paragraph">
            <wp:posOffset>0</wp:posOffset>
          </wp:positionV>
          <wp:extent cx="2404872" cy="19202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FC2AE" w14:textId="77777777" w:rsidR="004C1FC8" w:rsidRDefault="004C1FC8" w:rsidP="005906EE">
      <w:r>
        <w:separator/>
      </w:r>
    </w:p>
  </w:footnote>
  <w:footnote w:type="continuationSeparator" w:id="0">
    <w:p w14:paraId="4982EBDD" w14:textId="77777777" w:rsidR="004C1FC8" w:rsidRDefault="004C1FC8" w:rsidP="0059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B9123" w14:textId="77777777" w:rsidR="005906EE" w:rsidRDefault="00B715A6">
    <w:pPr>
      <w:pStyle w:val="Header"/>
    </w:pPr>
    <w:r>
      <w:rPr>
        <w:noProof/>
      </w:rPr>
      <w:drawing>
        <wp:anchor distT="0" distB="0" distL="114300" distR="114300" simplePos="0" relativeHeight="251659264" behindDoc="1" locked="0" layoutInCell="1" allowOverlap="1" wp14:anchorId="2EC7FD9A" wp14:editId="4958C420">
          <wp:simplePos x="0" y="0"/>
          <wp:positionH relativeFrom="column">
            <wp:posOffset>4435475</wp:posOffset>
          </wp:positionH>
          <wp:positionV relativeFrom="paragraph">
            <wp:posOffset>-434340</wp:posOffset>
          </wp:positionV>
          <wp:extent cx="2404872" cy="1920240"/>
          <wp:effectExtent l="0" t="0" r="0" b="381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B1AD9" w14:textId="77777777" w:rsidR="00881161" w:rsidRDefault="00881161" w:rsidP="00881161">
    <w:pPr>
      <w:pStyle w:val="Header"/>
    </w:pPr>
    <w:r>
      <w:rPr>
        <w:noProof/>
      </w:rPr>
      <w:drawing>
        <wp:anchor distT="0" distB="0" distL="114300" distR="114300" simplePos="0" relativeHeight="251664384" behindDoc="1" locked="0" layoutInCell="1" allowOverlap="1" wp14:anchorId="1C803555" wp14:editId="7D8AB52C">
          <wp:simplePos x="0" y="0"/>
          <wp:positionH relativeFrom="column">
            <wp:posOffset>4435475</wp:posOffset>
          </wp:positionH>
          <wp:positionV relativeFrom="paragraph">
            <wp:posOffset>-434340</wp:posOffset>
          </wp:positionV>
          <wp:extent cx="2404872" cy="1920240"/>
          <wp:effectExtent l="0" t="0" r="0" b="381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D555B22" wp14:editId="5E9614D2">
          <wp:extent cx="1747319" cy="48742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886840" cy="526340"/>
                  </a:xfrm>
                  <a:prstGeom prst="rect">
                    <a:avLst/>
                  </a:prstGeom>
                </pic:spPr>
              </pic:pic>
            </a:graphicData>
          </a:graphic>
        </wp:inline>
      </w:drawing>
    </w:r>
  </w:p>
  <w:p w14:paraId="4351BEC3" w14:textId="04E42FB2" w:rsidR="00881161" w:rsidRDefault="00881161">
    <w:pPr>
      <w:pStyle w:val="Header"/>
    </w:pPr>
  </w:p>
  <w:p w14:paraId="410672EA" w14:textId="2F735E24" w:rsidR="00B57620" w:rsidRPr="00B57620" w:rsidRDefault="00B57620" w:rsidP="00B57620">
    <w:pPr>
      <w:pStyle w:val="Header"/>
      <w:jc w:val="center"/>
      <w:rPr>
        <w:rFonts w:ascii="Calibri" w:hAnsi="Calibri" w:cs="Calibri"/>
        <w:sz w:val="22"/>
        <w:szCs w:val="22"/>
      </w:rPr>
    </w:pPr>
    <w:r w:rsidRPr="00B57620">
      <w:rPr>
        <w:rFonts w:ascii="Calibri" w:hAnsi="Calibri" w:cs="Calibri"/>
        <w:b/>
        <w:bCs/>
        <w:sz w:val="22"/>
        <w:szCs w:val="22"/>
        <w:lang w:val="fr-CA"/>
      </w:rPr>
      <w:t>Attestation de conflit(s) d’intérêts par l’établissement d’enseignement pour les demandes Mitacs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forms" w:enforcement="1" w:cryptProviderType="rsaAES" w:cryptAlgorithmClass="hash" w:cryptAlgorithmType="typeAny" w:cryptAlgorithmSid="14" w:cryptSpinCount="100000" w:hash="6VZ6iHd2y/FRM13dhHErjbf+VQaZOhnhfdrOrGoGcWSt0i2NPQdvdTnm8JfuejVTxfGM5VM2FQ/sP14LdO602Q==" w:salt="9Hyuo24AUPvNYJLLAA03DQ=="/>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620"/>
    <w:rsid w:val="00004C5B"/>
    <w:rsid w:val="00063540"/>
    <w:rsid w:val="00092502"/>
    <w:rsid w:val="0010124C"/>
    <w:rsid w:val="00157C91"/>
    <w:rsid w:val="00180D26"/>
    <w:rsid w:val="00186C1B"/>
    <w:rsid w:val="001E1EF5"/>
    <w:rsid w:val="00206E8E"/>
    <w:rsid w:val="002B0023"/>
    <w:rsid w:val="003304C1"/>
    <w:rsid w:val="00336915"/>
    <w:rsid w:val="003D6ADA"/>
    <w:rsid w:val="00465383"/>
    <w:rsid w:val="00476375"/>
    <w:rsid w:val="004A0C8E"/>
    <w:rsid w:val="004C1FC8"/>
    <w:rsid w:val="004E1C85"/>
    <w:rsid w:val="00511793"/>
    <w:rsid w:val="00531DD2"/>
    <w:rsid w:val="005906EE"/>
    <w:rsid w:val="005F4E1B"/>
    <w:rsid w:val="006D553D"/>
    <w:rsid w:val="00726397"/>
    <w:rsid w:val="00783BF6"/>
    <w:rsid w:val="00794D1E"/>
    <w:rsid w:val="007B7184"/>
    <w:rsid w:val="007F32B9"/>
    <w:rsid w:val="00881161"/>
    <w:rsid w:val="008F34BF"/>
    <w:rsid w:val="009037E3"/>
    <w:rsid w:val="00924045"/>
    <w:rsid w:val="00934209"/>
    <w:rsid w:val="0095404B"/>
    <w:rsid w:val="009A632E"/>
    <w:rsid w:val="00A37135"/>
    <w:rsid w:val="00B453AA"/>
    <w:rsid w:val="00B57620"/>
    <w:rsid w:val="00B715A6"/>
    <w:rsid w:val="00C0202D"/>
    <w:rsid w:val="00CB705F"/>
    <w:rsid w:val="00CF59A3"/>
    <w:rsid w:val="00D023B4"/>
    <w:rsid w:val="00D85CD8"/>
    <w:rsid w:val="00E65B87"/>
    <w:rsid w:val="00E767F0"/>
    <w:rsid w:val="00E932A1"/>
    <w:rsid w:val="00F66CDA"/>
    <w:rsid w:val="00FB68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826961"/>
  <w15:chartTrackingRefBased/>
  <w15:docId w15:val="{DC29D47A-C0A2-45AD-9FCB-0E29EBFF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620"/>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6EE"/>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5906EE"/>
  </w:style>
  <w:style w:type="paragraph" w:styleId="Footer">
    <w:name w:val="footer"/>
    <w:basedOn w:val="Normal"/>
    <w:link w:val="FooterChar"/>
    <w:uiPriority w:val="99"/>
    <w:unhideWhenUsed/>
    <w:rsid w:val="005906EE"/>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5906EE"/>
  </w:style>
  <w:style w:type="table" w:styleId="TableGrid">
    <w:name w:val="Table Grid"/>
    <w:basedOn w:val="TableNormal"/>
    <w:uiPriority w:val="39"/>
    <w:rsid w:val="00B5762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7620"/>
    <w:rPr>
      <w:color w:val="0563C1" w:themeColor="hyperlink"/>
      <w:u w:val="single"/>
    </w:rPr>
  </w:style>
  <w:style w:type="character" w:styleId="PlaceholderText">
    <w:name w:val="Placeholder Text"/>
    <w:basedOn w:val="DefaultParagraphFont"/>
    <w:uiPriority w:val="99"/>
    <w:semiHidden/>
    <w:rsid w:val="00E65B87"/>
    <w:rPr>
      <w:color w:val="808080"/>
    </w:rPr>
  </w:style>
  <w:style w:type="character" w:customStyle="1" w:styleId="Style1">
    <w:name w:val="Style1"/>
    <w:basedOn w:val="DefaultParagraphFont"/>
    <w:uiPriority w:val="1"/>
    <w:rsid w:val="0095404B"/>
    <w:rPr>
      <w:rFonts w:ascii="Lucida Handwriting" w:hAnsi="Lucida Handwriting"/>
    </w:rPr>
  </w:style>
  <w:style w:type="character" w:customStyle="1" w:styleId="Style2">
    <w:name w:val="Style2"/>
    <w:basedOn w:val="DefaultParagraphFont"/>
    <w:uiPriority w:val="1"/>
    <w:rsid w:val="00511793"/>
    <w:rPr>
      <w:rFonts w:ascii="Lucida Handwriting" w:hAnsi="Lucida Handwriting"/>
    </w:rPr>
  </w:style>
  <w:style w:type="character" w:customStyle="1" w:styleId="Style3">
    <w:name w:val="Style3"/>
    <w:basedOn w:val="DefaultParagraphFont"/>
    <w:uiPriority w:val="1"/>
    <w:rsid w:val="008F34BF"/>
    <w:rPr>
      <w:rFonts w:ascii="Lucida Handwriting" w:hAnsi="Lucida Handwrit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5786">
      <w:bodyDiv w:val="1"/>
      <w:marLeft w:val="0"/>
      <w:marRight w:val="0"/>
      <w:marTop w:val="0"/>
      <w:marBottom w:val="0"/>
      <w:divBdr>
        <w:top w:val="none" w:sz="0" w:space="0" w:color="auto"/>
        <w:left w:val="none" w:sz="0" w:space="0" w:color="auto"/>
        <w:bottom w:val="none" w:sz="0" w:space="0" w:color="auto"/>
        <w:right w:val="none" w:sz="0" w:space="0" w:color="auto"/>
      </w:divBdr>
    </w:div>
    <w:div w:id="234781707">
      <w:bodyDiv w:val="1"/>
      <w:marLeft w:val="0"/>
      <w:marRight w:val="0"/>
      <w:marTop w:val="0"/>
      <w:marBottom w:val="0"/>
      <w:divBdr>
        <w:top w:val="none" w:sz="0" w:space="0" w:color="auto"/>
        <w:left w:val="none" w:sz="0" w:space="0" w:color="auto"/>
        <w:bottom w:val="none" w:sz="0" w:space="0" w:color="auto"/>
        <w:right w:val="none" w:sz="0" w:space="0" w:color="auto"/>
      </w:divBdr>
    </w:div>
    <w:div w:id="593781041">
      <w:bodyDiv w:val="1"/>
      <w:marLeft w:val="0"/>
      <w:marRight w:val="0"/>
      <w:marTop w:val="0"/>
      <w:marBottom w:val="0"/>
      <w:divBdr>
        <w:top w:val="none" w:sz="0" w:space="0" w:color="auto"/>
        <w:left w:val="none" w:sz="0" w:space="0" w:color="auto"/>
        <w:bottom w:val="none" w:sz="0" w:space="0" w:color="auto"/>
        <w:right w:val="none" w:sz="0" w:space="0" w:color="auto"/>
      </w:divBdr>
    </w:div>
    <w:div w:id="849023144">
      <w:bodyDiv w:val="1"/>
      <w:marLeft w:val="0"/>
      <w:marRight w:val="0"/>
      <w:marTop w:val="0"/>
      <w:marBottom w:val="0"/>
      <w:divBdr>
        <w:top w:val="none" w:sz="0" w:space="0" w:color="auto"/>
        <w:left w:val="none" w:sz="0" w:space="0" w:color="auto"/>
        <w:bottom w:val="none" w:sz="0" w:space="0" w:color="auto"/>
        <w:right w:val="none" w:sz="0" w:space="0" w:color="auto"/>
      </w:divBdr>
    </w:div>
    <w:div w:id="1318652067">
      <w:bodyDiv w:val="1"/>
      <w:marLeft w:val="0"/>
      <w:marRight w:val="0"/>
      <w:marTop w:val="0"/>
      <w:marBottom w:val="0"/>
      <w:divBdr>
        <w:top w:val="none" w:sz="0" w:space="0" w:color="auto"/>
        <w:left w:val="none" w:sz="0" w:space="0" w:color="auto"/>
        <w:bottom w:val="none" w:sz="0" w:space="0" w:color="auto"/>
        <w:right w:val="none" w:sz="0" w:space="0" w:color="auto"/>
      </w:divBdr>
      <w:divsChild>
        <w:div w:id="1961718053">
          <w:marLeft w:val="0"/>
          <w:marRight w:val="0"/>
          <w:marTop w:val="0"/>
          <w:marBottom w:val="0"/>
          <w:divBdr>
            <w:top w:val="none" w:sz="0" w:space="0" w:color="auto"/>
            <w:left w:val="none" w:sz="0" w:space="0" w:color="auto"/>
            <w:bottom w:val="none" w:sz="0" w:space="0" w:color="auto"/>
            <w:right w:val="none" w:sz="0" w:space="0" w:color="auto"/>
          </w:divBdr>
          <w:divsChild>
            <w:div w:id="960770755">
              <w:marLeft w:val="0"/>
              <w:marRight w:val="0"/>
              <w:marTop w:val="0"/>
              <w:marBottom w:val="0"/>
              <w:divBdr>
                <w:top w:val="none" w:sz="0" w:space="0" w:color="auto"/>
                <w:left w:val="none" w:sz="0" w:space="0" w:color="auto"/>
                <w:bottom w:val="none" w:sz="0" w:space="0" w:color="auto"/>
                <w:right w:val="none" w:sz="0" w:space="0" w:color="auto"/>
              </w:divBdr>
              <w:divsChild>
                <w:div w:id="1715497629">
                  <w:marLeft w:val="0"/>
                  <w:marRight w:val="0"/>
                  <w:marTop w:val="0"/>
                  <w:marBottom w:val="0"/>
                  <w:divBdr>
                    <w:top w:val="none" w:sz="0" w:space="0" w:color="auto"/>
                    <w:left w:val="none" w:sz="0" w:space="0" w:color="auto"/>
                    <w:bottom w:val="none" w:sz="0" w:space="0" w:color="auto"/>
                    <w:right w:val="none" w:sz="0" w:space="0" w:color="auto"/>
                  </w:divBdr>
                  <w:divsChild>
                    <w:div w:id="1892618517">
                      <w:marLeft w:val="0"/>
                      <w:marRight w:val="0"/>
                      <w:marTop w:val="0"/>
                      <w:marBottom w:val="0"/>
                      <w:divBdr>
                        <w:top w:val="none" w:sz="0" w:space="0" w:color="auto"/>
                        <w:left w:val="none" w:sz="0" w:space="0" w:color="auto"/>
                        <w:bottom w:val="none" w:sz="0" w:space="0" w:color="auto"/>
                        <w:right w:val="none" w:sz="0" w:space="0" w:color="auto"/>
                      </w:divBdr>
                      <w:divsChild>
                        <w:div w:id="777603660">
                          <w:marLeft w:val="0"/>
                          <w:marRight w:val="0"/>
                          <w:marTop w:val="0"/>
                          <w:marBottom w:val="0"/>
                          <w:divBdr>
                            <w:top w:val="none" w:sz="0" w:space="0" w:color="auto"/>
                            <w:left w:val="none" w:sz="0" w:space="0" w:color="auto"/>
                            <w:bottom w:val="none" w:sz="0" w:space="0" w:color="auto"/>
                            <w:right w:val="none" w:sz="0" w:space="0" w:color="auto"/>
                          </w:divBdr>
                          <w:divsChild>
                            <w:div w:id="347484702">
                              <w:marLeft w:val="0"/>
                              <w:marRight w:val="0"/>
                              <w:marTop w:val="0"/>
                              <w:marBottom w:val="0"/>
                              <w:divBdr>
                                <w:top w:val="none" w:sz="0" w:space="0" w:color="auto"/>
                                <w:left w:val="none" w:sz="0" w:space="0" w:color="auto"/>
                                <w:bottom w:val="none" w:sz="0" w:space="0" w:color="auto"/>
                                <w:right w:val="none" w:sz="0" w:space="0" w:color="auto"/>
                              </w:divBdr>
                              <w:divsChild>
                                <w:div w:id="1378355211">
                                  <w:marLeft w:val="0"/>
                                  <w:marRight w:val="0"/>
                                  <w:marTop w:val="0"/>
                                  <w:marBottom w:val="0"/>
                                  <w:divBdr>
                                    <w:top w:val="none" w:sz="0" w:space="0" w:color="auto"/>
                                    <w:left w:val="none" w:sz="0" w:space="0" w:color="auto"/>
                                    <w:bottom w:val="none" w:sz="0" w:space="0" w:color="auto"/>
                                    <w:right w:val="none" w:sz="0" w:space="0" w:color="auto"/>
                                  </w:divBdr>
                                  <w:divsChild>
                                    <w:div w:id="1506477405">
                                      <w:marLeft w:val="0"/>
                                      <w:marRight w:val="0"/>
                                      <w:marTop w:val="0"/>
                                      <w:marBottom w:val="0"/>
                                      <w:divBdr>
                                        <w:top w:val="none" w:sz="0" w:space="0" w:color="auto"/>
                                        <w:left w:val="none" w:sz="0" w:space="0" w:color="auto"/>
                                        <w:bottom w:val="none" w:sz="0" w:space="0" w:color="auto"/>
                                        <w:right w:val="none" w:sz="0" w:space="0" w:color="auto"/>
                                      </w:divBdr>
                                    </w:div>
                                    <w:div w:id="1116604165">
                                      <w:marLeft w:val="0"/>
                                      <w:marRight w:val="0"/>
                                      <w:marTop w:val="0"/>
                                      <w:marBottom w:val="0"/>
                                      <w:divBdr>
                                        <w:top w:val="none" w:sz="0" w:space="0" w:color="auto"/>
                                        <w:left w:val="none" w:sz="0" w:space="0" w:color="auto"/>
                                        <w:bottom w:val="none" w:sz="0" w:space="0" w:color="auto"/>
                                        <w:right w:val="none" w:sz="0" w:space="0" w:color="auto"/>
                                      </w:divBdr>
                                      <w:divsChild>
                                        <w:div w:id="404645783">
                                          <w:marLeft w:val="0"/>
                                          <w:marRight w:val="165"/>
                                          <w:marTop w:val="150"/>
                                          <w:marBottom w:val="0"/>
                                          <w:divBdr>
                                            <w:top w:val="none" w:sz="0" w:space="0" w:color="auto"/>
                                            <w:left w:val="none" w:sz="0" w:space="0" w:color="auto"/>
                                            <w:bottom w:val="none" w:sz="0" w:space="0" w:color="auto"/>
                                            <w:right w:val="none" w:sz="0" w:space="0" w:color="auto"/>
                                          </w:divBdr>
                                          <w:divsChild>
                                            <w:div w:id="954285084">
                                              <w:marLeft w:val="0"/>
                                              <w:marRight w:val="0"/>
                                              <w:marTop w:val="0"/>
                                              <w:marBottom w:val="0"/>
                                              <w:divBdr>
                                                <w:top w:val="none" w:sz="0" w:space="0" w:color="auto"/>
                                                <w:left w:val="none" w:sz="0" w:space="0" w:color="auto"/>
                                                <w:bottom w:val="none" w:sz="0" w:space="0" w:color="auto"/>
                                                <w:right w:val="none" w:sz="0" w:space="0" w:color="auto"/>
                                              </w:divBdr>
                                              <w:divsChild>
                                                <w:div w:id="11826634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359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itacs.ca/fr/politique-en-matiere-de-conflits-dinteret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mitacs.sharepoint.com/CorporateAssetsLibrary/Mitacs%20Document%20Template%20-%20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8E61A53F5C44ADAA79CB7E54C922B80"/>
        <w:category>
          <w:name w:val="General"/>
          <w:gallery w:val="placeholder"/>
        </w:category>
        <w:types>
          <w:type w:val="bbPlcHdr"/>
        </w:types>
        <w:behaviors>
          <w:behavior w:val="content"/>
        </w:behaviors>
        <w:guid w:val="{8B35BCC4-6692-40D1-BB70-320AA1D1B0E4}"/>
      </w:docPartPr>
      <w:docPartBody>
        <w:p w:rsidR="0094111E" w:rsidRDefault="00E32EBA" w:rsidP="00E32EBA">
          <w:pPr>
            <w:pStyle w:val="48E61A53F5C44ADAA79CB7E54C922B80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color w:val="767171" w:themeColor="background2" w:themeShade="80"/>
            </w:rPr>
            <w:t>liqu</w:t>
          </w:r>
          <w:r w:rsidRPr="00A37135">
            <w:rPr>
              <w:rStyle w:val="PlaceholderText"/>
              <w:rFonts w:ascii="Calibri" w:hAnsi="Calibri" w:cs="Calibri"/>
            </w:rPr>
            <w:t>ez ou appuyez ici pour saisir du texte</w:t>
          </w:r>
        </w:p>
      </w:docPartBody>
    </w:docPart>
    <w:docPart>
      <w:docPartPr>
        <w:name w:val="DF1E6F86EACA4BE99078086A446244B1"/>
        <w:category>
          <w:name w:val="General"/>
          <w:gallery w:val="placeholder"/>
        </w:category>
        <w:types>
          <w:type w:val="bbPlcHdr"/>
        </w:types>
        <w:behaviors>
          <w:behavior w:val="content"/>
        </w:behaviors>
        <w:guid w:val="{A2DDEF02-1D16-4E69-B9A3-725FD78343B5}"/>
      </w:docPartPr>
      <w:docPartBody>
        <w:p w:rsidR="0094111E" w:rsidRDefault="00E32EBA" w:rsidP="00E32EBA">
          <w:pPr>
            <w:pStyle w:val="DF1E6F86EACA4BE99078086A446244B1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r w:rsidRPr="00A37135">
            <w:rPr>
              <w:rFonts w:ascii="Calibri" w:eastAsia="Calibri" w:hAnsi="Calibri" w:cs="Calibri"/>
            </w:rPr>
            <w:t xml:space="preserve"> </w:t>
          </w:r>
        </w:p>
      </w:docPartBody>
    </w:docPart>
    <w:docPart>
      <w:docPartPr>
        <w:name w:val="DB7AD6EE058D418697985068AF531B74"/>
        <w:category>
          <w:name w:val="General"/>
          <w:gallery w:val="placeholder"/>
        </w:category>
        <w:types>
          <w:type w:val="bbPlcHdr"/>
        </w:types>
        <w:behaviors>
          <w:behavior w:val="content"/>
        </w:behaviors>
        <w:guid w:val="{DA0F476A-51E0-40DA-BFF0-76B9CADF5B6A}"/>
      </w:docPartPr>
      <w:docPartBody>
        <w:p w:rsidR="0094111E" w:rsidRDefault="00E32EBA" w:rsidP="00E32EBA">
          <w:pPr>
            <w:pStyle w:val="DB7AD6EE058D418697985068AF531B74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r w:rsidRPr="00A37135">
            <w:rPr>
              <w:rFonts w:ascii="Calibri" w:eastAsia="Calibri" w:hAnsi="Calibri" w:cs="Calibri"/>
            </w:rPr>
            <w:t xml:space="preserve"> </w:t>
          </w:r>
        </w:p>
      </w:docPartBody>
    </w:docPart>
    <w:docPart>
      <w:docPartPr>
        <w:name w:val="B8ED7D7D031A4F2D946C5264D16C0EE6"/>
        <w:category>
          <w:name w:val="General"/>
          <w:gallery w:val="placeholder"/>
        </w:category>
        <w:types>
          <w:type w:val="bbPlcHdr"/>
        </w:types>
        <w:behaviors>
          <w:behavior w:val="content"/>
        </w:behaviors>
        <w:guid w:val="{93513F00-4034-424D-8BAA-C6FA1D58BC98}"/>
      </w:docPartPr>
      <w:docPartBody>
        <w:p w:rsidR="0094111E" w:rsidRDefault="00E32EBA" w:rsidP="00E32EBA">
          <w:pPr>
            <w:pStyle w:val="B8ED7D7D031A4F2D946C5264D16C0EE6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r w:rsidRPr="00A37135">
            <w:rPr>
              <w:rFonts w:ascii="Calibri" w:eastAsia="Calibri" w:hAnsi="Calibri" w:cs="Calibri"/>
            </w:rPr>
            <w:t xml:space="preserve"> </w:t>
          </w:r>
        </w:p>
      </w:docPartBody>
    </w:docPart>
    <w:docPart>
      <w:docPartPr>
        <w:name w:val="EEDC799B9D9F4AF199281F4F8B859D27"/>
        <w:category>
          <w:name w:val="General"/>
          <w:gallery w:val="placeholder"/>
        </w:category>
        <w:types>
          <w:type w:val="bbPlcHdr"/>
        </w:types>
        <w:behaviors>
          <w:behavior w:val="content"/>
        </w:behaviors>
        <w:guid w:val="{68862299-3DC7-493E-A16C-248016CCF4E5}"/>
      </w:docPartPr>
      <w:docPartBody>
        <w:p w:rsidR="0094111E" w:rsidRDefault="00E32EBA" w:rsidP="00E32EBA">
          <w:pPr>
            <w:pStyle w:val="EEDC799B9D9F4AF199281F4F8B859D27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r w:rsidRPr="00A37135">
            <w:rPr>
              <w:rFonts w:ascii="Calibri" w:eastAsia="Calibri" w:hAnsi="Calibri" w:cs="Calibri"/>
            </w:rPr>
            <w:t xml:space="preserve"> </w:t>
          </w:r>
        </w:p>
      </w:docPartBody>
    </w:docPart>
    <w:docPart>
      <w:docPartPr>
        <w:name w:val="57D09237F0DF40E8B21414F4AA083501"/>
        <w:category>
          <w:name w:val="General"/>
          <w:gallery w:val="placeholder"/>
        </w:category>
        <w:types>
          <w:type w:val="bbPlcHdr"/>
        </w:types>
        <w:behaviors>
          <w:behavior w:val="content"/>
        </w:behaviors>
        <w:guid w:val="{8452EDD3-2FCF-4C9E-B1FF-7EFE41C131BF}"/>
      </w:docPartPr>
      <w:docPartBody>
        <w:p w:rsidR="0094111E" w:rsidRDefault="00E32EBA" w:rsidP="00E32EBA">
          <w:pPr>
            <w:pStyle w:val="57D09237F0DF40E8B21414F4AA083501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p>
      </w:docPartBody>
    </w:docPart>
    <w:docPart>
      <w:docPartPr>
        <w:name w:val="A1187E61577A47409FA8CAD996534DC0"/>
        <w:category>
          <w:name w:val="General"/>
          <w:gallery w:val="placeholder"/>
        </w:category>
        <w:types>
          <w:type w:val="bbPlcHdr"/>
        </w:types>
        <w:behaviors>
          <w:behavior w:val="content"/>
        </w:behaviors>
        <w:guid w:val="{3C04E0FF-0EC8-49E9-A55F-67530472CC99}"/>
      </w:docPartPr>
      <w:docPartBody>
        <w:p w:rsidR="0094111E" w:rsidRDefault="00E32EBA" w:rsidP="00E32EBA">
          <w:pPr>
            <w:pStyle w:val="A1187E61577A47409FA8CAD996534DC020"/>
          </w:pPr>
          <w:r w:rsidRPr="00A37135">
            <w:rPr>
              <w:rFonts w:ascii="Calibri" w:eastAsia="Calibri" w:hAnsi="Calibri" w:cs="Calibri"/>
              <w:color w:val="767171" w:themeColor="background2" w:themeShade="80"/>
              <w:lang w:val="fr-CA"/>
            </w:rPr>
            <w:t>C</w:t>
          </w:r>
          <w:r w:rsidRPr="00A37135">
            <w:rPr>
              <w:rStyle w:val="PlaceholderText"/>
              <w:rFonts w:ascii="Calibri" w:hAnsi="Calibri" w:cs="Calibri"/>
            </w:rPr>
            <w:t>liquez ou appuyez ici pour saisir du texte</w:t>
          </w:r>
        </w:p>
      </w:docPartBody>
    </w:docPart>
    <w:docPart>
      <w:docPartPr>
        <w:name w:val="9C4DF8B596874AF6956C23C3205C84A0"/>
        <w:category>
          <w:name w:val="General"/>
          <w:gallery w:val="placeholder"/>
        </w:category>
        <w:types>
          <w:type w:val="bbPlcHdr"/>
        </w:types>
        <w:behaviors>
          <w:behavior w:val="content"/>
        </w:behaviors>
        <w:guid w:val="{E7530BC7-6A9B-4728-BE45-9C731C465189}"/>
      </w:docPartPr>
      <w:docPartBody>
        <w:p w:rsidR="006101E5" w:rsidRDefault="00E32EBA" w:rsidP="00E32EBA">
          <w:pPr>
            <w:pStyle w:val="9C4DF8B596874AF6956C23C3205C84A014"/>
          </w:pPr>
          <w:r w:rsidRPr="00A37135">
            <w:rPr>
              <w:rFonts w:ascii="Calibri" w:eastAsia="Calibri" w:hAnsi="Calibri" w:cs="Calibri"/>
              <w:color w:val="767171" w:themeColor="background2" w:themeShade="80"/>
              <w:u w:val="single"/>
              <w:lang w:val="fr-CA"/>
            </w:rPr>
            <w:t>C</w:t>
          </w:r>
          <w:r w:rsidRPr="00A37135">
            <w:rPr>
              <w:rStyle w:val="PlaceholderText"/>
              <w:rFonts w:ascii="Calibri" w:hAnsi="Calibri" w:cs="Calibri"/>
              <w:u w:val="single"/>
            </w:rPr>
            <w:t>liquez ou appuyez ici pour saisir du texte</w:t>
          </w:r>
        </w:p>
      </w:docPartBody>
    </w:docPart>
    <w:docPart>
      <w:docPartPr>
        <w:name w:val="C31566C0F31E4F62A39E039713E3DBC2"/>
        <w:category>
          <w:name w:val="General"/>
          <w:gallery w:val="placeholder"/>
        </w:category>
        <w:types>
          <w:type w:val="bbPlcHdr"/>
        </w:types>
        <w:behaviors>
          <w:behavior w:val="content"/>
        </w:behaviors>
        <w:guid w:val="{51E742D8-A1FB-48A0-BF00-4DF68D2AFC7B}"/>
      </w:docPartPr>
      <w:docPartBody>
        <w:p w:rsidR="006101E5" w:rsidRDefault="00E32EBA" w:rsidP="00E32EBA">
          <w:pPr>
            <w:pStyle w:val="C31566C0F31E4F62A39E039713E3DBC214"/>
          </w:pPr>
          <w:r w:rsidRPr="00A37135">
            <w:rPr>
              <w:rFonts w:ascii="Calibri" w:eastAsia="Calibri" w:hAnsi="Calibri" w:cs="Calibri"/>
              <w:color w:val="767171" w:themeColor="background2" w:themeShade="80"/>
              <w:u w:val="single"/>
              <w:lang w:val="fr-CA"/>
            </w:rPr>
            <w:t>C</w:t>
          </w:r>
          <w:r w:rsidRPr="00A37135">
            <w:rPr>
              <w:rStyle w:val="PlaceholderText"/>
              <w:rFonts w:ascii="Calibri" w:hAnsi="Calibri" w:cs="Calibri"/>
              <w:u w:val="single"/>
            </w:rPr>
            <w:t>liquez ou appuyez ici pour saisir du texte</w:t>
          </w:r>
        </w:p>
      </w:docPartBody>
    </w:docPart>
    <w:docPart>
      <w:docPartPr>
        <w:name w:val="475E6F985F074A6BACB7BD6F639ACC6E"/>
        <w:category>
          <w:name w:val="General"/>
          <w:gallery w:val="placeholder"/>
        </w:category>
        <w:types>
          <w:type w:val="bbPlcHdr"/>
        </w:types>
        <w:behaviors>
          <w:behavior w:val="content"/>
        </w:behaviors>
        <w:guid w:val="{9E1C02EF-EF2B-45BB-9B82-611137428EF1}"/>
      </w:docPartPr>
      <w:docPartBody>
        <w:p w:rsidR="006101E5" w:rsidRDefault="00E32EBA" w:rsidP="00E32EBA">
          <w:pPr>
            <w:pStyle w:val="475E6F985F074A6BACB7BD6F639ACC6E13"/>
          </w:pPr>
          <w:r w:rsidRPr="00A37135">
            <w:rPr>
              <w:rFonts w:ascii="Calibri" w:eastAsia="Calibri" w:hAnsi="Calibri" w:cs="Calibri"/>
              <w:color w:val="767171" w:themeColor="background2" w:themeShade="80"/>
              <w:u w:val="single"/>
              <w:lang w:val="fr-CA"/>
            </w:rPr>
            <w:t>C</w:t>
          </w:r>
          <w:r w:rsidRPr="00A37135">
            <w:rPr>
              <w:rStyle w:val="PlaceholderText"/>
              <w:rFonts w:ascii="Calibri" w:hAnsi="Calibri" w:cs="Calibri"/>
              <w:u w:val="single"/>
            </w:rPr>
            <w:t>liquez ou appuyez ici pour entrer la date</w:t>
          </w:r>
        </w:p>
      </w:docPartBody>
    </w:docPart>
    <w:docPart>
      <w:docPartPr>
        <w:name w:val="DE1CF5EB329A4EA18C1FF2B11A414295"/>
        <w:category>
          <w:name w:val="General"/>
          <w:gallery w:val="placeholder"/>
        </w:category>
        <w:types>
          <w:type w:val="bbPlcHdr"/>
        </w:types>
        <w:behaviors>
          <w:behavior w:val="content"/>
        </w:behaviors>
        <w:guid w:val="{50EEE9B1-16AE-4BD0-9FE2-E56D61BF5183}"/>
      </w:docPartPr>
      <w:docPartBody>
        <w:p w:rsidR="00A733EF" w:rsidRDefault="00E32EBA" w:rsidP="00E32EBA">
          <w:pPr>
            <w:pStyle w:val="DE1CF5EB329A4EA18C1FF2B11A4142956"/>
          </w:pPr>
          <w:r w:rsidRPr="00206E8E">
            <w:rPr>
              <w:rStyle w:val="Style2"/>
              <w:rFonts w:ascii="Calibri" w:hAnsi="Calibri" w:cs="Calibri"/>
              <w:color w:val="767171" w:themeColor="background2" w:themeShade="80"/>
              <w:u w:val="single"/>
              <w:lang w:val="fr-CA"/>
            </w:rPr>
            <w:t>Saisir ici votre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765"/>
    <w:rsid w:val="00004ECD"/>
    <w:rsid w:val="005E5737"/>
    <w:rsid w:val="006101E5"/>
    <w:rsid w:val="00761B7D"/>
    <w:rsid w:val="007E2765"/>
    <w:rsid w:val="0094111E"/>
    <w:rsid w:val="009E6C83"/>
    <w:rsid w:val="00A0493C"/>
    <w:rsid w:val="00A733EF"/>
    <w:rsid w:val="00E32E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2EBA"/>
    <w:rPr>
      <w:color w:val="808080"/>
    </w:rPr>
  </w:style>
  <w:style w:type="paragraph" w:customStyle="1" w:styleId="48E61A53F5C44ADAA79CB7E54C922B80">
    <w:name w:val="48E61A53F5C44ADAA79CB7E54C922B80"/>
    <w:rsid w:val="007E2765"/>
    <w:rPr>
      <w:rFonts w:eastAsiaTheme="minorHAnsi"/>
      <w:lang w:eastAsia="en-US"/>
    </w:rPr>
  </w:style>
  <w:style w:type="paragraph" w:customStyle="1" w:styleId="DF1E6F86EACA4BE99078086A446244B1">
    <w:name w:val="DF1E6F86EACA4BE99078086A446244B1"/>
    <w:rsid w:val="007E2765"/>
    <w:rPr>
      <w:rFonts w:eastAsiaTheme="minorHAnsi"/>
      <w:lang w:eastAsia="en-US"/>
    </w:rPr>
  </w:style>
  <w:style w:type="paragraph" w:customStyle="1" w:styleId="DB7AD6EE058D418697985068AF531B74">
    <w:name w:val="DB7AD6EE058D418697985068AF531B74"/>
    <w:rsid w:val="007E2765"/>
    <w:rPr>
      <w:rFonts w:eastAsiaTheme="minorHAnsi"/>
      <w:lang w:eastAsia="en-US"/>
    </w:rPr>
  </w:style>
  <w:style w:type="paragraph" w:customStyle="1" w:styleId="B8ED7D7D031A4F2D946C5264D16C0EE6">
    <w:name w:val="B8ED7D7D031A4F2D946C5264D16C0EE6"/>
    <w:rsid w:val="007E2765"/>
    <w:rPr>
      <w:rFonts w:eastAsiaTheme="minorHAnsi"/>
      <w:lang w:eastAsia="en-US"/>
    </w:rPr>
  </w:style>
  <w:style w:type="paragraph" w:customStyle="1" w:styleId="EEDC799B9D9F4AF199281F4F8B859D27">
    <w:name w:val="EEDC799B9D9F4AF199281F4F8B859D27"/>
    <w:rsid w:val="007E2765"/>
    <w:rPr>
      <w:rFonts w:eastAsiaTheme="minorHAnsi"/>
      <w:lang w:eastAsia="en-US"/>
    </w:rPr>
  </w:style>
  <w:style w:type="paragraph" w:customStyle="1" w:styleId="57D09237F0DF40E8B21414F4AA083501">
    <w:name w:val="57D09237F0DF40E8B21414F4AA083501"/>
    <w:rsid w:val="007E2765"/>
    <w:rPr>
      <w:rFonts w:eastAsiaTheme="minorHAnsi"/>
      <w:lang w:eastAsia="en-US"/>
    </w:rPr>
  </w:style>
  <w:style w:type="paragraph" w:customStyle="1" w:styleId="A1187E61577A47409FA8CAD996534DC0">
    <w:name w:val="A1187E61577A47409FA8CAD996534DC0"/>
    <w:rsid w:val="007E2765"/>
    <w:rPr>
      <w:rFonts w:eastAsiaTheme="minorHAnsi"/>
      <w:lang w:eastAsia="en-US"/>
    </w:rPr>
  </w:style>
  <w:style w:type="paragraph" w:customStyle="1" w:styleId="F237C3ADBEE3416FB1686DD0D6E3AF3A">
    <w:name w:val="F237C3ADBEE3416FB1686DD0D6E3AF3A"/>
    <w:rsid w:val="007E2765"/>
    <w:rPr>
      <w:rFonts w:eastAsiaTheme="minorHAnsi"/>
      <w:lang w:eastAsia="en-US"/>
    </w:rPr>
  </w:style>
  <w:style w:type="paragraph" w:customStyle="1" w:styleId="9F72E4FBEA574647AB720725DA911811">
    <w:name w:val="9F72E4FBEA574647AB720725DA911811"/>
    <w:rsid w:val="007E2765"/>
    <w:rPr>
      <w:rFonts w:eastAsiaTheme="minorHAnsi"/>
      <w:lang w:eastAsia="en-US"/>
    </w:rPr>
  </w:style>
  <w:style w:type="paragraph" w:customStyle="1" w:styleId="48E61A53F5C44ADAA79CB7E54C922B801">
    <w:name w:val="48E61A53F5C44ADAA79CB7E54C922B801"/>
    <w:rsid w:val="007E2765"/>
    <w:rPr>
      <w:rFonts w:eastAsiaTheme="minorHAnsi"/>
      <w:lang w:eastAsia="en-US"/>
    </w:rPr>
  </w:style>
  <w:style w:type="paragraph" w:customStyle="1" w:styleId="DF1E6F86EACA4BE99078086A446244B11">
    <w:name w:val="DF1E6F86EACA4BE99078086A446244B11"/>
    <w:rsid w:val="007E2765"/>
    <w:rPr>
      <w:rFonts w:eastAsiaTheme="minorHAnsi"/>
      <w:lang w:eastAsia="en-US"/>
    </w:rPr>
  </w:style>
  <w:style w:type="paragraph" w:customStyle="1" w:styleId="DB7AD6EE058D418697985068AF531B741">
    <w:name w:val="DB7AD6EE058D418697985068AF531B741"/>
    <w:rsid w:val="007E2765"/>
    <w:rPr>
      <w:rFonts w:eastAsiaTheme="minorHAnsi"/>
      <w:lang w:eastAsia="en-US"/>
    </w:rPr>
  </w:style>
  <w:style w:type="paragraph" w:customStyle="1" w:styleId="B8ED7D7D031A4F2D946C5264D16C0EE61">
    <w:name w:val="B8ED7D7D031A4F2D946C5264D16C0EE61"/>
    <w:rsid w:val="007E2765"/>
    <w:rPr>
      <w:rFonts w:eastAsiaTheme="minorHAnsi"/>
      <w:lang w:eastAsia="en-US"/>
    </w:rPr>
  </w:style>
  <w:style w:type="paragraph" w:customStyle="1" w:styleId="EEDC799B9D9F4AF199281F4F8B859D271">
    <w:name w:val="EEDC799B9D9F4AF199281F4F8B859D271"/>
    <w:rsid w:val="007E2765"/>
    <w:rPr>
      <w:rFonts w:eastAsiaTheme="minorHAnsi"/>
      <w:lang w:eastAsia="en-US"/>
    </w:rPr>
  </w:style>
  <w:style w:type="paragraph" w:customStyle="1" w:styleId="57D09237F0DF40E8B21414F4AA0835011">
    <w:name w:val="57D09237F0DF40E8B21414F4AA0835011"/>
    <w:rsid w:val="007E2765"/>
    <w:rPr>
      <w:rFonts w:eastAsiaTheme="minorHAnsi"/>
      <w:lang w:eastAsia="en-US"/>
    </w:rPr>
  </w:style>
  <w:style w:type="paragraph" w:customStyle="1" w:styleId="A1187E61577A47409FA8CAD996534DC01">
    <w:name w:val="A1187E61577A47409FA8CAD996534DC01"/>
    <w:rsid w:val="007E2765"/>
    <w:rPr>
      <w:rFonts w:eastAsiaTheme="minorHAnsi"/>
      <w:lang w:eastAsia="en-US"/>
    </w:rPr>
  </w:style>
  <w:style w:type="paragraph" w:customStyle="1" w:styleId="F237C3ADBEE3416FB1686DD0D6E3AF3A1">
    <w:name w:val="F237C3ADBEE3416FB1686DD0D6E3AF3A1"/>
    <w:rsid w:val="007E2765"/>
    <w:rPr>
      <w:rFonts w:eastAsiaTheme="minorHAnsi"/>
      <w:lang w:eastAsia="en-US"/>
    </w:rPr>
  </w:style>
  <w:style w:type="paragraph" w:customStyle="1" w:styleId="9F72E4FBEA574647AB720725DA9118111">
    <w:name w:val="9F72E4FBEA574647AB720725DA9118111"/>
    <w:rsid w:val="007E2765"/>
    <w:rPr>
      <w:rFonts w:eastAsiaTheme="minorHAnsi"/>
      <w:lang w:eastAsia="en-US"/>
    </w:rPr>
  </w:style>
  <w:style w:type="paragraph" w:customStyle="1" w:styleId="3A058960260D4E149B6A70F75E446C99">
    <w:name w:val="3A058960260D4E149B6A70F75E446C99"/>
    <w:rsid w:val="007E2765"/>
    <w:rPr>
      <w:rFonts w:eastAsiaTheme="minorHAnsi"/>
      <w:lang w:eastAsia="en-US"/>
    </w:rPr>
  </w:style>
  <w:style w:type="paragraph" w:customStyle="1" w:styleId="48E61A53F5C44ADAA79CB7E54C922B802">
    <w:name w:val="48E61A53F5C44ADAA79CB7E54C922B802"/>
    <w:rsid w:val="007E2765"/>
    <w:rPr>
      <w:rFonts w:eastAsiaTheme="minorHAnsi"/>
      <w:lang w:eastAsia="en-US"/>
    </w:rPr>
  </w:style>
  <w:style w:type="paragraph" w:customStyle="1" w:styleId="DF1E6F86EACA4BE99078086A446244B12">
    <w:name w:val="DF1E6F86EACA4BE99078086A446244B12"/>
    <w:rsid w:val="007E2765"/>
    <w:rPr>
      <w:rFonts w:eastAsiaTheme="minorHAnsi"/>
      <w:lang w:eastAsia="en-US"/>
    </w:rPr>
  </w:style>
  <w:style w:type="paragraph" w:customStyle="1" w:styleId="DB7AD6EE058D418697985068AF531B742">
    <w:name w:val="DB7AD6EE058D418697985068AF531B742"/>
    <w:rsid w:val="007E2765"/>
    <w:rPr>
      <w:rFonts w:eastAsiaTheme="minorHAnsi"/>
      <w:lang w:eastAsia="en-US"/>
    </w:rPr>
  </w:style>
  <w:style w:type="paragraph" w:customStyle="1" w:styleId="B8ED7D7D031A4F2D946C5264D16C0EE62">
    <w:name w:val="B8ED7D7D031A4F2D946C5264D16C0EE62"/>
    <w:rsid w:val="007E2765"/>
    <w:rPr>
      <w:rFonts w:eastAsiaTheme="minorHAnsi"/>
      <w:lang w:eastAsia="en-US"/>
    </w:rPr>
  </w:style>
  <w:style w:type="paragraph" w:customStyle="1" w:styleId="EEDC799B9D9F4AF199281F4F8B859D272">
    <w:name w:val="EEDC799B9D9F4AF199281F4F8B859D272"/>
    <w:rsid w:val="007E2765"/>
    <w:rPr>
      <w:rFonts w:eastAsiaTheme="minorHAnsi"/>
      <w:lang w:eastAsia="en-US"/>
    </w:rPr>
  </w:style>
  <w:style w:type="paragraph" w:customStyle="1" w:styleId="57D09237F0DF40E8B21414F4AA0835012">
    <w:name w:val="57D09237F0DF40E8B21414F4AA0835012"/>
    <w:rsid w:val="007E2765"/>
    <w:rPr>
      <w:rFonts w:eastAsiaTheme="minorHAnsi"/>
      <w:lang w:eastAsia="en-US"/>
    </w:rPr>
  </w:style>
  <w:style w:type="paragraph" w:customStyle="1" w:styleId="A1187E61577A47409FA8CAD996534DC02">
    <w:name w:val="A1187E61577A47409FA8CAD996534DC02"/>
    <w:rsid w:val="007E2765"/>
    <w:rPr>
      <w:rFonts w:eastAsiaTheme="minorHAnsi"/>
      <w:lang w:eastAsia="en-US"/>
    </w:rPr>
  </w:style>
  <w:style w:type="paragraph" w:customStyle="1" w:styleId="F237C3ADBEE3416FB1686DD0D6E3AF3A2">
    <w:name w:val="F237C3ADBEE3416FB1686DD0D6E3AF3A2"/>
    <w:rsid w:val="007E2765"/>
    <w:rPr>
      <w:rFonts w:eastAsiaTheme="minorHAnsi"/>
      <w:lang w:eastAsia="en-US"/>
    </w:rPr>
  </w:style>
  <w:style w:type="paragraph" w:customStyle="1" w:styleId="9F72E4FBEA574647AB720725DA9118112">
    <w:name w:val="9F72E4FBEA574647AB720725DA9118112"/>
    <w:rsid w:val="007E2765"/>
    <w:rPr>
      <w:rFonts w:eastAsiaTheme="minorHAnsi"/>
      <w:lang w:eastAsia="en-US"/>
    </w:rPr>
  </w:style>
  <w:style w:type="paragraph" w:customStyle="1" w:styleId="3A058960260D4E149B6A70F75E446C991">
    <w:name w:val="3A058960260D4E149B6A70F75E446C991"/>
    <w:rsid w:val="007E2765"/>
    <w:rPr>
      <w:rFonts w:eastAsiaTheme="minorHAnsi"/>
      <w:lang w:eastAsia="en-US"/>
    </w:rPr>
  </w:style>
  <w:style w:type="paragraph" w:customStyle="1" w:styleId="48E61A53F5C44ADAA79CB7E54C922B803">
    <w:name w:val="48E61A53F5C44ADAA79CB7E54C922B803"/>
    <w:rsid w:val="007E2765"/>
    <w:rPr>
      <w:rFonts w:eastAsiaTheme="minorHAnsi"/>
      <w:lang w:eastAsia="en-US"/>
    </w:rPr>
  </w:style>
  <w:style w:type="paragraph" w:customStyle="1" w:styleId="DF1E6F86EACA4BE99078086A446244B13">
    <w:name w:val="DF1E6F86EACA4BE99078086A446244B13"/>
    <w:rsid w:val="007E2765"/>
    <w:rPr>
      <w:rFonts w:eastAsiaTheme="minorHAnsi"/>
      <w:lang w:eastAsia="en-US"/>
    </w:rPr>
  </w:style>
  <w:style w:type="paragraph" w:customStyle="1" w:styleId="DB7AD6EE058D418697985068AF531B743">
    <w:name w:val="DB7AD6EE058D418697985068AF531B743"/>
    <w:rsid w:val="007E2765"/>
    <w:rPr>
      <w:rFonts w:eastAsiaTheme="minorHAnsi"/>
      <w:lang w:eastAsia="en-US"/>
    </w:rPr>
  </w:style>
  <w:style w:type="paragraph" w:customStyle="1" w:styleId="B8ED7D7D031A4F2D946C5264D16C0EE63">
    <w:name w:val="B8ED7D7D031A4F2D946C5264D16C0EE63"/>
    <w:rsid w:val="007E2765"/>
    <w:rPr>
      <w:rFonts w:eastAsiaTheme="minorHAnsi"/>
      <w:lang w:eastAsia="en-US"/>
    </w:rPr>
  </w:style>
  <w:style w:type="paragraph" w:customStyle="1" w:styleId="EEDC799B9D9F4AF199281F4F8B859D273">
    <w:name w:val="EEDC799B9D9F4AF199281F4F8B859D273"/>
    <w:rsid w:val="007E2765"/>
    <w:rPr>
      <w:rFonts w:eastAsiaTheme="minorHAnsi"/>
      <w:lang w:eastAsia="en-US"/>
    </w:rPr>
  </w:style>
  <w:style w:type="paragraph" w:customStyle="1" w:styleId="57D09237F0DF40E8B21414F4AA0835013">
    <w:name w:val="57D09237F0DF40E8B21414F4AA0835013"/>
    <w:rsid w:val="007E2765"/>
    <w:rPr>
      <w:rFonts w:eastAsiaTheme="minorHAnsi"/>
      <w:lang w:eastAsia="en-US"/>
    </w:rPr>
  </w:style>
  <w:style w:type="paragraph" w:customStyle="1" w:styleId="A1187E61577A47409FA8CAD996534DC03">
    <w:name w:val="A1187E61577A47409FA8CAD996534DC03"/>
    <w:rsid w:val="007E2765"/>
    <w:rPr>
      <w:rFonts w:eastAsiaTheme="minorHAnsi"/>
      <w:lang w:eastAsia="en-US"/>
    </w:rPr>
  </w:style>
  <w:style w:type="paragraph" w:customStyle="1" w:styleId="F237C3ADBEE3416FB1686DD0D6E3AF3A3">
    <w:name w:val="F237C3ADBEE3416FB1686DD0D6E3AF3A3"/>
    <w:rsid w:val="007E2765"/>
    <w:rPr>
      <w:rFonts w:eastAsiaTheme="minorHAnsi"/>
      <w:lang w:eastAsia="en-US"/>
    </w:rPr>
  </w:style>
  <w:style w:type="paragraph" w:customStyle="1" w:styleId="9F72E4FBEA574647AB720725DA9118113">
    <w:name w:val="9F72E4FBEA574647AB720725DA9118113"/>
    <w:rsid w:val="007E2765"/>
    <w:rPr>
      <w:rFonts w:eastAsiaTheme="minorHAnsi"/>
      <w:lang w:eastAsia="en-US"/>
    </w:rPr>
  </w:style>
  <w:style w:type="paragraph" w:customStyle="1" w:styleId="3A058960260D4E149B6A70F75E446C992">
    <w:name w:val="3A058960260D4E149B6A70F75E446C992"/>
    <w:rsid w:val="007E2765"/>
    <w:rPr>
      <w:rFonts w:eastAsiaTheme="minorHAnsi"/>
      <w:lang w:eastAsia="en-US"/>
    </w:rPr>
  </w:style>
  <w:style w:type="paragraph" w:customStyle="1" w:styleId="48E61A53F5C44ADAA79CB7E54C922B804">
    <w:name w:val="48E61A53F5C44ADAA79CB7E54C922B804"/>
    <w:rsid w:val="0094111E"/>
    <w:rPr>
      <w:rFonts w:eastAsiaTheme="minorHAnsi"/>
      <w:lang w:eastAsia="en-US"/>
    </w:rPr>
  </w:style>
  <w:style w:type="paragraph" w:customStyle="1" w:styleId="DF1E6F86EACA4BE99078086A446244B14">
    <w:name w:val="DF1E6F86EACA4BE99078086A446244B14"/>
    <w:rsid w:val="0094111E"/>
    <w:rPr>
      <w:rFonts w:eastAsiaTheme="minorHAnsi"/>
      <w:lang w:eastAsia="en-US"/>
    </w:rPr>
  </w:style>
  <w:style w:type="paragraph" w:customStyle="1" w:styleId="DB7AD6EE058D418697985068AF531B744">
    <w:name w:val="DB7AD6EE058D418697985068AF531B744"/>
    <w:rsid w:val="0094111E"/>
    <w:rPr>
      <w:rFonts w:eastAsiaTheme="minorHAnsi"/>
      <w:lang w:eastAsia="en-US"/>
    </w:rPr>
  </w:style>
  <w:style w:type="paragraph" w:customStyle="1" w:styleId="B8ED7D7D031A4F2D946C5264D16C0EE64">
    <w:name w:val="B8ED7D7D031A4F2D946C5264D16C0EE64"/>
    <w:rsid w:val="0094111E"/>
    <w:rPr>
      <w:rFonts w:eastAsiaTheme="minorHAnsi"/>
      <w:lang w:eastAsia="en-US"/>
    </w:rPr>
  </w:style>
  <w:style w:type="paragraph" w:customStyle="1" w:styleId="EEDC799B9D9F4AF199281F4F8B859D274">
    <w:name w:val="EEDC799B9D9F4AF199281F4F8B859D274"/>
    <w:rsid w:val="0094111E"/>
    <w:rPr>
      <w:rFonts w:eastAsiaTheme="minorHAnsi"/>
      <w:lang w:eastAsia="en-US"/>
    </w:rPr>
  </w:style>
  <w:style w:type="paragraph" w:customStyle="1" w:styleId="57D09237F0DF40E8B21414F4AA0835014">
    <w:name w:val="57D09237F0DF40E8B21414F4AA0835014"/>
    <w:rsid w:val="0094111E"/>
    <w:rPr>
      <w:rFonts w:eastAsiaTheme="minorHAnsi"/>
      <w:lang w:eastAsia="en-US"/>
    </w:rPr>
  </w:style>
  <w:style w:type="paragraph" w:customStyle="1" w:styleId="A1187E61577A47409FA8CAD996534DC04">
    <w:name w:val="A1187E61577A47409FA8CAD996534DC04"/>
    <w:rsid w:val="0094111E"/>
    <w:rPr>
      <w:rFonts w:eastAsiaTheme="minorHAnsi"/>
      <w:lang w:eastAsia="en-US"/>
    </w:rPr>
  </w:style>
  <w:style w:type="paragraph" w:customStyle="1" w:styleId="F237C3ADBEE3416FB1686DD0D6E3AF3A4">
    <w:name w:val="F237C3ADBEE3416FB1686DD0D6E3AF3A4"/>
    <w:rsid w:val="0094111E"/>
    <w:rPr>
      <w:rFonts w:eastAsiaTheme="minorHAnsi"/>
      <w:lang w:eastAsia="en-US"/>
    </w:rPr>
  </w:style>
  <w:style w:type="paragraph" w:customStyle="1" w:styleId="9F72E4FBEA574647AB720725DA9118114">
    <w:name w:val="9F72E4FBEA574647AB720725DA9118114"/>
    <w:rsid w:val="0094111E"/>
    <w:rPr>
      <w:rFonts w:eastAsiaTheme="minorHAnsi"/>
      <w:lang w:eastAsia="en-US"/>
    </w:rPr>
  </w:style>
  <w:style w:type="paragraph" w:customStyle="1" w:styleId="3A058960260D4E149B6A70F75E446C993">
    <w:name w:val="3A058960260D4E149B6A70F75E446C993"/>
    <w:rsid w:val="0094111E"/>
    <w:rPr>
      <w:rFonts w:eastAsiaTheme="minorHAnsi"/>
      <w:lang w:eastAsia="en-US"/>
    </w:rPr>
  </w:style>
  <w:style w:type="paragraph" w:customStyle="1" w:styleId="48E61A53F5C44ADAA79CB7E54C922B805">
    <w:name w:val="48E61A53F5C44ADAA79CB7E54C922B805"/>
    <w:rsid w:val="009E6C83"/>
    <w:rPr>
      <w:rFonts w:eastAsiaTheme="minorHAnsi"/>
      <w:lang w:eastAsia="en-US"/>
    </w:rPr>
  </w:style>
  <w:style w:type="paragraph" w:customStyle="1" w:styleId="DF1E6F86EACA4BE99078086A446244B15">
    <w:name w:val="DF1E6F86EACA4BE99078086A446244B15"/>
    <w:rsid w:val="009E6C83"/>
    <w:rPr>
      <w:rFonts w:eastAsiaTheme="minorHAnsi"/>
      <w:lang w:eastAsia="en-US"/>
    </w:rPr>
  </w:style>
  <w:style w:type="paragraph" w:customStyle="1" w:styleId="DB7AD6EE058D418697985068AF531B745">
    <w:name w:val="DB7AD6EE058D418697985068AF531B745"/>
    <w:rsid w:val="009E6C83"/>
    <w:rPr>
      <w:rFonts w:eastAsiaTheme="minorHAnsi"/>
      <w:lang w:eastAsia="en-US"/>
    </w:rPr>
  </w:style>
  <w:style w:type="paragraph" w:customStyle="1" w:styleId="B8ED7D7D031A4F2D946C5264D16C0EE65">
    <w:name w:val="B8ED7D7D031A4F2D946C5264D16C0EE65"/>
    <w:rsid w:val="009E6C83"/>
    <w:rPr>
      <w:rFonts w:eastAsiaTheme="minorHAnsi"/>
      <w:lang w:eastAsia="en-US"/>
    </w:rPr>
  </w:style>
  <w:style w:type="paragraph" w:customStyle="1" w:styleId="EEDC799B9D9F4AF199281F4F8B859D275">
    <w:name w:val="EEDC799B9D9F4AF199281F4F8B859D275"/>
    <w:rsid w:val="009E6C83"/>
    <w:rPr>
      <w:rFonts w:eastAsiaTheme="minorHAnsi"/>
      <w:lang w:eastAsia="en-US"/>
    </w:rPr>
  </w:style>
  <w:style w:type="paragraph" w:customStyle="1" w:styleId="57D09237F0DF40E8B21414F4AA0835015">
    <w:name w:val="57D09237F0DF40E8B21414F4AA0835015"/>
    <w:rsid w:val="009E6C83"/>
    <w:rPr>
      <w:rFonts w:eastAsiaTheme="minorHAnsi"/>
      <w:lang w:eastAsia="en-US"/>
    </w:rPr>
  </w:style>
  <w:style w:type="paragraph" w:customStyle="1" w:styleId="A1187E61577A47409FA8CAD996534DC05">
    <w:name w:val="A1187E61577A47409FA8CAD996534DC05"/>
    <w:rsid w:val="009E6C83"/>
    <w:rPr>
      <w:rFonts w:eastAsiaTheme="minorHAnsi"/>
      <w:lang w:eastAsia="en-US"/>
    </w:rPr>
  </w:style>
  <w:style w:type="paragraph" w:customStyle="1" w:styleId="F237C3ADBEE3416FB1686DD0D6E3AF3A5">
    <w:name w:val="F237C3ADBEE3416FB1686DD0D6E3AF3A5"/>
    <w:rsid w:val="009E6C83"/>
    <w:rPr>
      <w:rFonts w:eastAsiaTheme="minorHAnsi"/>
      <w:lang w:eastAsia="en-US"/>
    </w:rPr>
  </w:style>
  <w:style w:type="paragraph" w:customStyle="1" w:styleId="9F72E4FBEA574647AB720725DA9118115">
    <w:name w:val="9F72E4FBEA574647AB720725DA9118115"/>
    <w:rsid w:val="009E6C83"/>
    <w:rPr>
      <w:rFonts w:eastAsiaTheme="minorHAnsi"/>
      <w:lang w:eastAsia="en-US"/>
    </w:rPr>
  </w:style>
  <w:style w:type="paragraph" w:customStyle="1" w:styleId="3A058960260D4E149B6A70F75E446C994">
    <w:name w:val="3A058960260D4E149B6A70F75E446C994"/>
    <w:rsid w:val="009E6C83"/>
    <w:rPr>
      <w:rFonts w:eastAsiaTheme="minorHAnsi"/>
      <w:lang w:eastAsia="en-US"/>
    </w:rPr>
  </w:style>
  <w:style w:type="paragraph" w:customStyle="1" w:styleId="48E61A53F5C44ADAA79CB7E54C922B806">
    <w:name w:val="48E61A53F5C44ADAA79CB7E54C922B806"/>
    <w:rsid w:val="00761B7D"/>
    <w:rPr>
      <w:rFonts w:eastAsiaTheme="minorHAnsi"/>
      <w:lang w:eastAsia="en-US"/>
    </w:rPr>
  </w:style>
  <w:style w:type="paragraph" w:customStyle="1" w:styleId="DF1E6F86EACA4BE99078086A446244B16">
    <w:name w:val="DF1E6F86EACA4BE99078086A446244B16"/>
    <w:rsid w:val="00761B7D"/>
    <w:rPr>
      <w:rFonts w:eastAsiaTheme="minorHAnsi"/>
      <w:lang w:eastAsia="en-US"/>
    </w:rPr>
  </w:style>
  <w:style w:type="paragraph" w:customStyle="1" w:styleId="DB7AD6EE058D418697985068AF531B746">
    <w:name w:val="DB7AD6EE058D418697985068AF531B746"/>
    <w:rsid w:val="00761B7D"/>
    <w:rPr>
      <w:rFonts w:eastAsiaTheme="minorHAnsi"/>
      <w:lang w:eastAsia="en-US"/>
    </w:rPr>
  </w:style>
  <w:style w:type="paragraph" w:customStyle="1" w:styleId="B8ED7D7D031A4F2D946C5264D16C0EE66">
    <w:name w:val="B8ED7D7D031A4F2D946C5264D16C0EE66"/>
    <w:rsid w:val="00761B7D"/>
    <w:rPr>
      <w:rFonts w:eastAsiaTheme="minorHAnsi"/>
      <w:lang w:eastAsia="en-US"/>
    </w:rPr>
  </w:style>
  <w:style w:type="paragraph" w:customStyle="1" w:styleId="EEDC799B9D9F4AF199281F4F8B859D276">
    <w:name w:val="EEDC799B9D9F4AF199281F4F8B859D276"/>
    <w:rsid w:val="00761B7D"/>
    <w:rPr>
      <w:rFonts w:eastAsiaTheme="minorHAnsi"/>
      <w:lang w:eastAsia="en-US"/>
    </w:rPr>
  </w:style>
  <w:style w:type="paragraph" w:customStyle="1" w:styleId="57D09237F0DF40E8B21414F4AA0835016">
    <w:name w:val="57D09237F0DF40E8B21414F4AA0835016"/>
    <w:rsid w:val="00761B7D"/>
    <w:rPr>
      <w:rFonts w:eastAsiaTheme="minorHAnsi"/>
      <w:lang w:eastAsia="en-US"/>
    </w:rPr>
  </w:style>
  <w:style w:type="paragraph" w:customStyle="1" w:styleId="A1187E61577A47409FA8CAD996534DC06">
    <w:name w:val="A1187E61577A47409FA8CAD996534DC06"/>
    <w:rsid w:val="00761B7D"/>
    <w:rPr>
      <w:rFonts w:eastAsiaTheme="minorHAnsi"/>
      <w:lang w:eastAsia="en-US"/>
    </w:rPr>
  </w:style>
  <w:style w:type="paragraph" w:customStyle="1" w:styleId="F237C3ADBEE3416FB1686DD0D6E3AF3A6">
    <w:name w:val="F237C3ADBEE3416FB1686DD0D6E3AF3A6"/>
    <w:rsid w:val="00761B7D"/>
    <w:rPr>
      <w:rFonts w:eastAsiaTheme="minorHAnsi"/>
      <w:lang w:eastAsia="en-US"/>
    </w:rPr>
  </w:style>
  <w:style w:type="paragraph" w:customStyle="1" w:styleId="9F72E4FBEA574647AB720725DA9118116">
    <w:name w:val="9F72E4FBEA574647AB720725DA9118116"/>
    <w:rsid w:val="00761B7D"/>
    <w:rPr>
      <w:rFonts w:eastAsiaTheme="minorHAnsi"/>
      <w:lang w:eastAsia="en-US"/>
    </w:rPr>
  </w:style>
  <w:style w:type="paragraph" w:customStyle="1" w:styleId="3A058960260D4E149B6A70F75E446C995">
    <w:name w:val="3A058960260D4E149B6A70F75E446C995"/>
    <w:rsid w:val="00761B7D"/>
    <w:rPr>
      <w:rFonts w:eastAsiaTheme="minorHAnsi"/>
      <w:lang w:eastAsia="en-US"/>
    </w:rPr>
  </w:style>
  <w:style w:type="paragraph" w:customStyle="1" w:styleId="9C4DF8B596874AF6956C23C3205C84A0">
    <w:name w:val="9C4DF8B596874AF6956C23C3205C84A0"/>
    <w:rsid w:val="00761B7D"/>
  </w:style>
  <w:style w:type="paragraph" w:customStyle="1" w:styleId="C31566C0F31E4F62A39E039713E3DBC2">
    <w:name w:val="C31566C0F31E4F62A39E039713E3DBC2"/>
    <w:rsid w:val="00761B7D"/>
  </w:style>
  <w:style w:type="paragraph" w:customStyle="1" w:styleId="475E6F985F074A6BACB7BD6F639ACC6E">
    <w:name w:val="475E6F985F074A6BACB7BD6F639ACC6E"/>
    <w:rsid w:val="00761B7D"/>
  </w:style>
  <w:style w:type="paragraph" w:customStyle="1" w:styleId="48E61A53F5C44ADAA79CB7E54C922B807">
    <w:name w:val="48E61A53F5C44ADAA79CB7E54C922B807"/>
    <w:rsid w:val="00004ECD"/>
    <w:rPr>
      <w:rFonts w:eastAsiaTheme="minorHAnsi"/>
      <w:lang w:eastAsia="en-US"/>
    </w:rPr>
  </w:style>
  <w:style w:type="paragraph" w:customStyle="1" w:styleId="DF1E6F86EACA4BE99078086A446244B17">
    <w:name w:val="DF1E6F86EACA4BE99078086A446244B17"/>
    <w:rsid w:val="00004ECD"/>
    <w:rPr>
      <w:rFonts w:eastAsiaTheme="minorHAnsi"/>
      <w:lang w:eastAsia="en-US"/>
    </w:rPr>
  </w:style>
  <w:style w:type="paragraph" w:customStyle="1" w:styleId="DB7AD6EE058D418697985068AF531B747">
    <w:name w:val="DB7AD6EE058D418697985068AF531B747"/>
    <w:rsid w:val="00004ECD"/>
    <w:rPr>
      <w:rFonts w:eastAsiaTheme="minorHAnsi"/>
      <w:lang w:eastAsia="en-US"/>
    </w:rPr>
  </w:style>
  <w:style w:type="paragraph" w:customStyle="1" w:styleId="B8ED7D7D031A4F2D946C5264D16C0EE67">
    <w:name w:val="B8ED7D7D031A4F2D946C5264D16C0EE67"/>
    <w:rsid w:val="00004ECD"/>
    <w:rPr>
      <w:rFonts w:eastAsiaTheme="minorHAnsi"/>
      <w:lang w:eastAsia="en-US"/>
    </w:rPr>
  </w:style>
  <w:style w:type="paragraph" w:customStyle="1" w:styleId="EEDC799B9D9F4AF199281F4F8B859D277">
    <w:name w:val="EEDC799B9D9F4AF199281F4F8B859D277"/>
    <w:rsid w:val="00004ECD"/>
    <w:rPr>
      <w:rFonts w:eastAsiaTheme="minorHAnsi"/>
      <w:lang w:eastAsia="en-US"/>
    </w:rPr>
  </w:style>
  <w:style w:type="paragraph" w:customStyle="1" w:styleId="57D09237F0DF40E8B21414F4AA0835017">
    <w:name w:val="57D09237F0DF40E8B21414F4AA0835017"/>
    <w:rsid w:val="00004ECD"/>
    <w:rPr>
      <w:rFonts w:eastAsiaTheme="minorHAnsi"/>
      <w:lang w:eastAsia="en-US"/>
    </w:rPr>
  </w:style>
  <w:style w:type="paragraph" w:customStyle="1" w:styleId="A1187E61577A47409FA8CAD996534DC07">
    <w:name w:val="A1187E61577A47409FA8CAD996534DC07"/>
    <w:rsid w:val="00004ECD"/>
    <w:rPr>
      <w:rFonts w:eastAsiaTheme="minorHAnsi"/>
      <w:lang w:eastAsia="en-US"/>
    </w:rPr>
  </w:style>
  <w:style w:type="paragraph" w:customStyle="1" w:styleId="C31566C0F31E4F62A39E039713E3DBC21">
    <w:name w:val="C31566C0F31E4F62A39E039713E3DBC21"/>
    <w:rsid w:val="00004ECD"/>
    <w:rPr>
      <w:rFonts w:eastAsiaTheme="minorHAnsi"/>
      <w:lang w:eastAsia="en-US"/>
    </w:rPr>
  </w:style>
  <w:style w:type="paragraph" w:customStyle="1" w:styleId="9C4DF8B596874AF6956C23C3205C84A01">
    <w:name w:val="9C4DF8B596874AF6956C23C3205C84A01"/>
    <w:rsid w:val="00004ECD"/>
    <w:rPr>
      <w:rFonts w:eastAsiaTheme="minorHAnsi"/>
      <w:lang w:eastAsia="en-US"/>
    </w:rPr>
  </w:style>
  <w:style w:type="paragraph" w:customStyle="1" w:styleId="475E6F985F074A6BACB7BD6F639ACC6E1">
    <w:name w:val="475E6F985F074A6BACB7BD6F639ACC6E1"/>
    <w:rsid w:val="00004ECD"/>
    <w:rPr>
      <w:rFonts w:eastAsiaTheme="minorHAnsi"/>
      <w:lang w:eastAsia="en-US"/>
    </w:rPr>
  </w:style>
  <w:style w:type="paragraph" w:customStyle="1" w:styleId="48E61A53F5C44ADAA79CB7E54C922B808">
    <w:name w:val="48E61A53F5C44ADAA79CB7E54C922B808"/>
    <w:rsid w:val="00004ECD"/>
    <w:rPr>
      <w:rFonts w:eastAsiaTheme="minorHAnsi"/>
      <w:lang w:eastAsia="en-US"/>
    </w:rPr>
  </w:style>
  <w:style w:type="paragraph" w:customStyle="1" w:styleId="DF1E6F86EACA4BE99078086A446244B18">
    <w:name w:val="DF1E6F86EACA4BE99078086A446244B18"/>
    <w:rsid w:val="00004ECD"/>
    <w:rPr>
      <w:rFonts w:eastAsiaTheme="minorHAnsi"/>
      <w:lang w:eastAsia="en-US"/>
    </w:rPr>
  </w:style>
  <w:style w:type="paragraph" w:customStyle="1" w:styleId="DB7AD6EE058D418697985068AF531B748">
    <w:name w:val="DB7AD6EE058D418697985068AF531B748"/>
    <w:rsid w:val="00004ECD"/>
    <w:rPr>
      <w:rFonts w:eastAsiaTheme="minorHAnsi"/>
      <w:lang w:eastAsia="en-US"/>
    </w:rPr>
  </w:style>
  <w:style w:type="paragraph" w:customStyle="1" w:styleId="B8ED7D7D031A4F2D946C5264D16C0EE68">
    <w:name w:val="B8ED7D7D031A4F2D946C5264D16C0EE68"/>
    <w:rsid w:val="00004ECD"/>
    <w:rPr>
      <w:rFonts w:eastAsiaTheme="minorHAnsi"/>
      <w:lang w:eastAsia="en-US"/>
    </w:rPr>
  </w:style>
  <w:style w:type="paragraph" w:customStyle="1" w:styleId="EEDC799B9D9F4AF199281F4F8B859D278">
    <w:name w:val="EEDC799B9D9F4AF199281F4F8B859D278"/>
    <w:rsid w:val="00004ECD"/>
    <w:rPr>
      <w:rFonts w:eastAsiaTheme="minorHAnsi"/>
      <w:lang w:eastAsia="en-US"/>
    </w:rPr>
  </w:style>
  <w:style w:type="paragraph" w:customStyle="1" w:styleId="57D09237F0DF40E8B21414F4AA0835018">
    <w:name w:val="57D09237F0DF40E8B21414F4AA0835018"/>
    <w:rsid w:val="00004ECD"/>
    <w:rPr>
      <w:rFonts w:eastAsiaTheme="minorHAnsi"/>
      <w:lang w:eastAsia="en-US"/>
    </w:rPr>
  </w:style>
  <w:style w:type="paragraph" w:customStyle="1" w:styleId="A1187E61577A47409FA8CAD996534DC08">
    <w:name w:val="A1187E61577A47409FA8CAD996534DC08"/>
    <w:rsid w:val="00004ECD"/>
    <w:rPr>
      <w:rFonts w:eastAsiaTheme="minorHAnsi"/>
      <w:lang w:eastAsia="en-US"/>
    </w:rPr>
  </w:style>
  <w:style w:type="paragraph" w:customStyle="1" w:styleId="C31566C0F31E4F62A39E039713E3DBC22">
    <w:name w:val="C31566C0F31E4F62A39E039713E3DBC22"/>
    <w:rsid w:val="00004ECD"/>
    <w:rPr>
      <w:rFonts w:eastAsiaTheme="minorHAnsi"/>
      <w:lang w:eastAsia="en-US"/>
    </w:rPr>
  </w:style>
  <w:style w:type="paragraph" w:customStyle="1" w:styleId="9C4DF8B596874AF6956C23C3205C84A02">
    <w:name w:val="9C4DF8B596874AF6956C23C3205C84A02"/>
    <w:rsid w:val="00004ECD"/>
    <w:rPr>
      <w:rFonts w:eastAsiaTheme="minorHAnsi"/>
      <w:lang w:eastAsia="en-US"/>
    </w:rPr>
  </w:style>
  <w:style w:type="paragraph" w:customStyle="1" w:styleId="475E6F985F074A6BACB7BD6F639ACC6E2">
    <w:name w:val="475E6F985F074A6BACB7BD6F639ACC6E2"/>
    <w:rsid w:val="00004ECD"/>
    <w:rPr>
      <w:rFonts w:eastAsiaTheme="minorHAnsi"/>
      <w:lang w:eastAsia="en-US"/>
    </w:rPr>
  </w:style>
  <w:style w:type="paragraph" w:customStyle="1" w:styleId="48E61A53F5C44ADAA79CB7E54C922B809">
    <w:name w:val="48E61A53F5C44ADAA79CB7E54C922B809"/>
    <w:rsid w:val="00004ECD"/>
    <w:rPr>
      <w:rFonts w:eastAsiaTheme="minorHAnsi"/>
      <w:lang w:eastAsia="en-US"/>
    </w:rPr>
  </w:style>
  <w:style w:type="paragraph" w:customStyle="1" w:styleId="DF1E6F86EACA4BE99078086A446244B19">
    <w:name w:val="DF1E6F86EACA4BE99078086A446244B19"/>
    <w:rsid w:val="00004ECD"/>
    <w:rPr>
      <w:rFonts w:eastAsiaTheme="minorHAnsi"/>
      <w:lang w:eastAsia="en-US"/>
    </w:rPr>
  </w:style>
  <w:style w:type="paragraph" w:customStyle="1" w:styleId="DB7AD6EE058D418697985068AF531B749">
    <w:name w:val="DB7AD6EE058D418697985068AF531B749"/>
    <w:rsid w:val="00004ECD"/>
    <w:rPr>
      <w:rFonts w:eastAsiaTheme="minorHAnsi"/>
      <w:lang w:eastAsia="en-US"/>
    </w:rPr>
  </w:style>
  <w:style w:type="paragraph" w:customStyle="1" w:styleId="B8ED7D7D031A4F2D946C5264D16C0EE69">
    <w:name w:val="B8ED7D7D031A4F2D946C5264D16C0EE69"/>
    <w:rsid w:val="00004ECD"/>
    <w:rPr>
      <w:rFonts w:eastAsiaTheme="minorHAnsi"/>
      <w:lang w:eastAsia="en-US"/>
    </w:rPr>
  </w:style>
  <w:style w:type="paragraph" w:customStyle="1" w:styleId="EEDC799B9D9F4AF199281F4F8B859D279">
    <w:name w:val="EEDC799B9D9F4AF199281F4F8B859D279"/>
    <w:rsid w:val="00004ECD"/>
    <w:rPr>
      <w:rFonts w:eastAsiaTheme="minorHAnsi"/>
      <w:lang w:eastAsia="en-US"/>
    </w:rPr>
  </w:style>
  <w:style w:type="paragraph" w:customStyle="1" w:styleId="57D09237F0DF40E8B21414F4AA0835019">
    <w:name w:val="57D09237F0DF40E8B21414F4AA0835019"/>
    <w:rsid w:val="00004ECD"/>
    <w:rPr>
      <w:rFonts w:eastAsiaTheme="minorHAnsi"/>
      <w:lang w:eastAsia="en-US"/>
    </w:rPr>
  </w:style>
  <w:style w:type="paragraph" w:customStyle="1" w:styleId="A1187E61577A47409FA8CAD996534DC09">
    <w:name w:val="A1187E61577A47409FA8CAD996534DC09"/>
    <w:rsid w:val="00004ECD"/>
    <w:rPr>
      <w:rFonts w:eastAsiaTheme="minorHAnsi"/>
      <w:lang w:eastAsia="en-US"/>
    </w:rPr>
  </w:style>
  <w:style w:type="paragraph" w:customStyle="1" w:styleId="C31566C0F31E4F62A39E039713E3DBC23">
    <w:name w:val="C31566C0F31E4F62A39E039713E3DBC23"/>
    <w:rsid w:val="00004ECD"/>
    <w:rPr>
      <w:rFonts w:eastAsiaTheme="minorHAnsi"/>
      <w:lang w:eastAsia="en-US"/>
    </w:rPr>
  </w:style>
  <w:style w:type="paragraph" w:customStyle="1" w:styleId="9C4DF8B596874AF6956C23C3205C84A03">
    <w:name w:val="9C4DF8B596874AF6956C23C3205C84A03"/>
    <w:rsid w:val="00004ECD"/>
    <w:rPr>
      <w:rFonts w:eastAsiaTheme="minorHAnsi"/>
      <w:lang w:eastAsia="en-US"/>
    </w:rPr>
  </w:style>
  <w:style w:type="paragraph" w:customStyle="1" w:styleId="475E6F985F074A6BACB7BD6F639ACC6E3">
    <w:name w:val="475E6F985F074A6BACB7BD6F639ACC6E3"/>
    <w:rsid w:val="00004ECD"/>
    <w:rPr>
      <w:rFonts w:eastAsiaTheme="minorHAnsi"/>
      <w:lang w:eastAsia="en-US"/>
    </w:rPr>
  </w:style>
  <w:style w:type="paragraph" w:customStyle="1" w:styleId="48E61A53F5C44ADAA79CB7E54C922B8010">
    <w:name w:val="48E61A53F5C44ADAA79CB7E54C922B8010"/>
    <w:rsid w:val="00004ECD"/>
    <w:rPr>
      <w:rFonts w:eastAsiaTheme="minorHAnsi"/>
      <w:lang w:eastAsia="en-US"/>
    </w:rPr>
  </w:style>
  <w:style w:type="paragraph" w:customStyle="1" w:styleId="DF1E6F86EACA4BE99078086A446244B110">
    <w:name w:val="DF1E6F86EACA4BE99078086A446244B110"/>
    <w:rsid w:val="00004ECD"/>
    <w:rPr>
      <w:rFonts w:eastAsiaTheme="minorHAnsi"/>
      <w:lang w:eastAsia="en-US"/>
    </w:rPr>
  </w:style>
  <w:style w:type="paragraph" w:customStyle="1" w:styleId="DB7AD6EE058D418697985068AF531B7410">
    <w:name w:val="DB7AD6EE058D418697985068AF531B7410"/>
    <w:rsid w:val="00004ECD"/>
    <w:rPr>
      <w:rFonts w:eastAsiaTheme="minorHAnsi"/>
      <w:lang w:eastAsia="en-US"/>
    </w:rPr>
  </w:style>
  <w:style w:type="paragraph" w:customStyle="1" w:styleId="B8ED7D7D031A4F2D946C5264D16C0EE610">
    <w:name w:val="B8ED7D7D031A4F2D946C5264D16C0EE610"/>
    <w:rsid w:val="00004ECD"/>
    <w:rPr>
      <w:rFonts w:eastAsiaTheme="minorHAnsi"/>
      <w:lang w:eastAsia="en-US"/>
    </w:rPr>
  </w:style>
  <w:style w:type="paragraph" w:customStyle="1" w:styleId="EEDC799B9D9F4AF199281F4F8B859D2710">
    <w:name w:val="EEDC799B9D9F4AF199281F4F8B859D2710"/>
    <w:rsid w:val="00004ECD"/>
    <w:rPr>
      <w:rFonts w:eastAsiaTheme="minorHAnsi"/>
      <w:lang w:eastAsia="en-US"/>
    </w:rPr>
  </w:style>
  <w:style w:type="paragraph" w:customStyle="1" w:styleId="57D09237F0DF40E8B21414F4AA08350110">
    <w:name w:val="57D09237F0DF40E8B21414F4AA08350110"/>
    <w:rsid w:val="00004ECD"/>
    <w:rPr>
      <w:rFonts w:eastAsiaTheme="minorHAnsi"/>
      <w:lang w:eastAsia="en-US"/>
    </w:rPr>
  </w:style>
  <w:style w:type="paragraph" w:customStyle="1" w:styleId="A1187E61577A47409FA8CAD996534DC010">
    <w:name w:val="A1187E61577A47409FA8CAD996534DC010"/>
    <w:rsid w:val="00004ECD"/>
    <w:rPr>
      <w:rFonts w:eastAsiaTheme="minorHAnsi"/>
      <w:lang w:eastAsia="en-US"/>
    </w:rPr>
  </w:style>
  <w:style w:type="paragraph" w:customStyle="1" w:styleId="C31566C0F31E4F62A39E039713E3DBC24">
    <w:name w:val="C31566C0F31E4F62A39E039713E3DBC24"/>
    <w:rsid w:val="00004ECD"/>
    <w:rPr>
      <w:rFonts w:eastAsiaTheme="minorHAnsi"/>
      <w:lang w:eastAsia="en-US"/>
    </w:rPr>
  </w:style>
  <w:style w:type="paragraph" w:customStyle="1" w:styleId="9C4DF8B596874AF6956C23C3205C84A04">
    <w:name w:val="9C4DF8B596874AF6956C23C3205C84A04"/>
    <w:rsid w:val="00004ECD"/>
    <w:rPr>
      <w:rFonts w:eastAsiaTheme="minorHAnsi"/>
      <w:lang w:eastAsia="en-US"/>
    </w:rPr>
  </w:style>
  <w:style w:type="paragraph" w:customStyle="1" w:styleId="475E6F985F074A6BACB7BD6F639ACC6E4">
    <w:name w:val="475E6F985F074A6BACB7BD6F639ACC6E4"/>
    <w:rsid w:val="00004ECD"/>
    <w:rPr>
      <w:rFonts w:eastAsiaTheme="minorHAnsi"/>
      <w:lang w:eastAsia="en-US"/>
    </w:rPr>
  </w:style>
  <w:style w:type="paragraph" w:customStyle="1" w:styleId="48E61A53F5C44ADAA79CB7E54C922B8011">
    <w:name w:val="48E61A53F5C44ADAA79CB7E54C922B8011"/>
    <w:rsid w:val="00004ECD"/>
    <w:rPr>
      <w:rFonts w:eastAsiaTheme="minorHAnsi"/>
      <w:lang w:eastAsia="en-US"/>
    </w:rPr>
  </w:style>
  <w:style w:type="paragraph" w:customStyle="1" w:styleId="DF1E6F86EACA4BE99078086A446244B111">
    <w:name w:val="DF1E6F86EACA4BE99078086A446244B111"/>
    <w:rsid w:val="00004ECD"/>
    <w:rPr>
      <w:rFonts w:eastAsiaTheme="minorHAnsi"/>
      <w:lang w:eastAsia="en-US"/>
    </w:rPr>
  </w:style>
  <w:style w:type="paragraph" w:customStyle="1" w:styleId="DB7AD6EE058D418697985068AF531B7411">
    <w:name w:val="DB7AD6EE058D418697985068AF531B7411"/>
    <w:rsid w:val="00004ECD"/>
    <w:rPr>
      <w:rFonts w:eastAsiaTheme="minorHAnsi"/>
      <w:lang w:eastAsia="en-US"/>
    </w:rPr>
  </w:style>
  <w:style w:type="paragraph" w:customStyle="1" w:styleId="B8ED7D7D031A4F2D946C5264D16C0EE611">
    <w:name w:val="B8ED7D7D031A4F2D946C5264D16C0EE611"/>
    <w:rsid w:val="00004ECD"/>
    <w:rPr>
      <w:rFonts w:eastAsiaTheme="minorHAnsi"/>
      <w:lang w:eastAsia="en-US"/>
    </w:rPr>
  </w:style>
  <w:style w:type="paragraph" w:customStyle="1" w:styleId="EEDC799B9D9F4AF199281F4F8B859D2711">
    <w:name w:val="EEDC799B9D9F4AF199281F4F8B859D2711"/>
    <w:rsid w:val="00004ECD"/>
    <w:rPr>
      <w:rFonts w:eastAsiaTheme="minorHAnsi"/>
      <w:lang w:eastAsia="en-US"/>
    </w:rPr>
  </w:style>
  <w:style w:type="paragraph" w:customStyle="1" w:styleId="57D09237F0DF40E8B21414F4AA08350111">
    <w:name w:val="57D09237F0DF40E8B21414F4AA08350111"/>
    <w:rsid w:val="00004ECD"/>
    <w:rPr>
      <w:rFonts w:eastAsiaTheme="minorHAnsi"/>
      <w:lang w:eastAsia="en-US"/>
    </w:rPr>
  </w:style>
  <w:style w:type="paragraph" w:customStyle="1" w:styleId="A1187E61577A47409FA8CAD996534DC011">
    <w:name w:val="A1187E61577A47409FA8CAD996534DC011"/>
    <w:rsid w:val="00004ECD"/>
    <w:rPr>
      <w:rFonts w:eastAsiaTheme="minorHAnsi"/>
      <w:lang w:eastAsia="en-US"/>
    </w:rPr>
  </w:style>
  <w:style w:type="paragraph" w:customStyle="1" w:styleId="C31566C0F31E4F62A39E039713E3DBC25">
    <w:name w:val="C31566C0F31E4F62A39E039713E3DBC25"/>
    <w:rsid w:val="00004ECD"/>
    <w:rPr>
      <w:rFonts w:eastAsiaTheme="minorHAnsi"/>
      <w:lang w:eastAsia="en-US"/>
    </w:rPr>
  </w:style>
  <w:style w:type="paragraph" w:customStyle="1" w:styleId="9C4DF8B596874AF6956C23C3205C84A05">
    <w:name w:val="9C4DF8B596874AF6956C23C3205C84A05"/>
    <w:rsid w:val="00004ECD"/>
    <w:rPr>
      <w:rFonts w:eastAsiaTheme="minorHAnsi"/>
      <w:lang w:eastAsia="en-US"/>
    </w:rPr>
  </w:style>
  <w:style w:type="paragraph" w:customStyle="1" w:styleId="475E6F985F074A6BACB7BD6F639ACC6E5">
    <w:name w:val="475E6F985F074A6BACB7BD6F639ACC6E5"/>
    <w:rsid w:val="00004ECD"/>
    <w:rPr>
      <w:rFonts w:eastAsiaTheme="minorHAnsi"/>
      <w:lang w:eastAsia="en-US"/>
    </w:rPr>
  </w:style>
  <w:style w:type="paragraph" w:customStyle="1" w:styleId="48E61A53F5C44ADAA79CB7E54C922B8012">
    <w:name w:val="48E61A53F5C44ADAA79CB7E54C922B8012"/>
    <w:rsid w:val="00004ECD"/>
    <w:rPr>
      <w:rFonts w:eastAsiaTheme="minorHAnsi"/>
      <w:lang w:eastAsia="en-US"/>
    </w:rPr>
  </w:style>
  <w:style w:type="paragraph" w:customStyle="1" w:styleId="DF1E6F86EACA4BE99078086A446244B112">
    <w:name w:val="DF1E6F86EACA4BE99078086A446244B112"/>
    <w:rsid w:val="00004ECD"/>
    <w:rPr>
      <w:rFonts w:eastAsiaTheme="minorHAnsi"/>
      <w:lang w:eastAsia="en-US"/>
    </w:rPr>
  </w:style>
  <w:style w:type="paragraph" w:customStyle="1" w:styleId="DB7AD6EE058D418697985068AF531B7412">
    <w:name w:val="DB7AD6EE058D418697985068AF531B7412"/>
    <w:rsid w:val="00004ECD"/>
    <w:rPr>
      <w:rFonts w:eastAsiaTheme="minorHAnsi"/>
      <w:lang w:eastAsia="en-US"/>
    </w:rPr>
  </w:style>
  <w:style w:type="paragraph" w:customStyle="1" w:styleId="B8ED7D7D031A4F2D946C5264D16C0EE612">
    <w:name w:val="B8ED7D7D031A4F2D946C5264D16C0EE612"/>
    <w:rsid w:val="00004ECD"/>
    <w:rPr>
      <w:rFonts w:eastAsiaTheme="minorHAnsi"/>
      <w:lang w:eastAsia="en-US"/>
    </w:rPr>
  </w:style>
  <w:style w:type="paragraph" w:customStyle="1" w:styleId="EEDC799B9D9F4AF199281F4F8B859D2712">
    <w:name w:val="EEDC799B9D9F4AF199281F4F8B859D2712"/>
    <w:rsid w:val="00004ECD"/>
    <w:rPr>
      <w:rFonts w:eastAsiaTheme="minorHAnsi"/>
      <w:lang w:eastAsia="en-US"/>
    </w:rPr>
  </w:style>
  <w:style w:type="paragraph" w:customStyle="1" w:styleId="57D09237F0DF40E8B21414F4AA08350112">
    <w:name w:val="57D09237F0DF40E8B21414F4AA08350112"/>
    <w:rsid w:val="00004ECD"/>
    <w:rPr>
      <w:rFonts w:eastAsiaTheme="minorHAnsi"/>
      <w:lang w:eastAsia="en-US"/>
    </w:rPr>
  </w:style>
  <w:style w:type="paragraph" w:customStyle="1" w:styleId="A1187E61577A47409FA8CAD996534DC012">
    <w:name w:val="A1187E61577A47409FA8CAD996534DC012"/>
    <w:rsid w:val="00004ECD"/>
    <w:rPr>
      <w:rFonts w:eastAsiaTheme="minorHAnsi"/>
      <w:lang w:eastAsia="en-US"/>
    </w:rPr>
  </w:style>
  <w:style w:type="paragraph" w:customStyle="1" w:styleId="C31566C0F31E4F62A39E039713E3DBC26">
    <w:name w:val="C31566C0F31E4F62A39E039713E3DBC26"/>
    <w:rsid w:val="00004ECD"/>
    <w:rPr>
      <w:rFonts w:eastAsiaTheme="minorHAnsi"/>
      <w:lang w:eastAsia="en-US"/>
    </w:rPr>
  </w:style>
  <w:style w:type="paragraph" w:customStyle="1" w:styleId="9C4DF8B596874AF6956C23C3205C84A06">
    <w:name w:val="9C4DF8B596874AF6956C23C3205C84A06"/>
    <w:rsid w:val="00004ECD"/>
    <w:rPr>
      <w:rFonts w:eastAsiaTheme="minorHAnsi"/>
      <w:lang w:eastAsia="en-US"/>
    </w:rPr>
  </w:style>
  <w:style w:type="paragraph" w:customStyle="1" w:styleId="DE1CF5EB329A4EA18C1FF2B11A414295">
    <w:name w:val="DE1CF5EB329A4EA18C1FF2B11A414295"/>
    <w:rsid w:val="00004ECD"/>
    <w:rPr>
      <w:rFonts w:eastAsiaTheme="minorHAnsi"/>
      <w:lang w:eastAsia="en-US"/>
    </w:rPr>
  </w:style>
  <w:style w:type="paragraph" w:customStyle="1" w:styleId="475E6F985F074A6BACB7BD6F639ACC6E6">
    <w:name w:val="475E6F985F074A6BACB7BD6F639ACC6E6"/>
    <w:rsid w:val="00004ECD"/>
    <w:rPr>
      <w:rFonts w:eastAsiaTheme="minorHAnsi"/>
      <w:lang w:eastAsia="en-US"/>
    </w:rPr>
  </w:style>
  <w:style w:type="paragraph" w:customStyle="1" w:styleId="48E61A53F5C44ADAA79CB7E54C922B8013">
    <w:name w:val="48E61A53F5C44ADAA79CB7E54C922B8013"/>
    <w:rsid w:val="00004ECD"/>
    <w:rPr>
      <w:rFonts w:eastAsiaTheme="minorHAnsi"/>
      <w:lang w:eastAsia="en-US"/>
    </w:rPr>
  </w:style>
  <w:style w:type="paragraph" w:customStyle="1" w:styleId="DF1E6F86EACA4BE99078086A446244B113">
    <w:name w:val="DF1E6F86EACA4BE99078086A446244B113"/>
    <w:rsid w:val="00004ECD"/>
    <w:rPr>
      <w:rFonts w:eastAsiaTheme="minorHAnsi"/>
      <w:lang w:eastAsia="en-US"/>
    </w:rPr>
  </w:style>
  <w:style w:type="paragraph" w:customStyle="1" w:styleId="DB7AD6EE058D418697985068AF531B7413">
    <w:name w:val="DB7AD6EE058D418697985068AF531B7413"/>
    <w:rsid w:val="00004ECD"/>
    <w:rPr>
      <w:rFonts w:eastAsiaTheme="minorHAnsi"/>
      <w:lang w:eastAsia="en-US"/>
    </w:rPr>
  </w:style>
  <w:style w:type="paragraph" w:customStyle="1" w:styleId="B8ED7D7D031A4F2D946C5264D16C0EE613">
    <w:name w:val="B8ED7D7D031A4F2D946C5264D16C0EE613"/>
    <w:rsid w:val="00004ECD"/>
    <w:rPr>
      <w:rFonts w:eastAsiaTheme="minorHAnsi"/>
      <w:lang w:eastAsia="en-US"/>
    </w:rPr>
  </w:style>
  <w:style w:type="paragraph" w:customStyle="1" w:styleId="EEDC799B9D9F4AF199281F4F8B859D2713">
    <w:name w:val="EEDC799B9D9F4AF199281F4F8B859D2713"/>
    <w:rsid w:val="00004ECD"/>
    <w:rPr>
      <w:rFonts w:eastAsiaTheme="minorHAnsi"/>
      <w:lang w:eastAsia="en-US"/>
    </w:rPr>
  </w:style>
  <w:style w:type="paragraph" w:customStyle="1" w:styleId="57D09237F0DF40E8B21414F4AA08350113">
    <w:name w:val="57D09237F0DF40E8B21414F4AA08350113"/>
    <w:rsid w:val="00004ECD"/>
    <w:rPr>
      <w:rFonts w:eastAsiaTheme="minorHAnsi"/>
      <w:lang w:eastAsia="en-US"/>
    </w:rPr>
  </w:style>
  <w:style w:type="paragraph" w:customStyle="1" w:styleId="A1187E61577A47409FA8CAD996534DC013">
    <w:name w:val="A1187E61577A47409FA8CAD996534DC013"/>
    <w:rsid w:val="00004ECD"/>
    <w:rPr>
      <w:rFonts w:eastAsiaTheme="minorHAnsi"/>
      <w:lang w:eastAsia="en-US"/>
    </w:rPr>
  </w:style>
  <w:style w:type="paragraph" w:customStyle="1" w:styleId="C31566C0F31E4F62A39E039713E3DBC27">
    <w:name w:val="C31566C0F31E4F62A39E039713E3DBC27"/>
    <w:rsid w:val="00004ECD"/>
    <w:rPr>
      <w:rFonts w:eastAsiaTheme="minorHAnsi"/>
      <w:lang w:eastAsia="en-US"/>
    </w:rPr>
  </w:style>
  <w:style w:type="paragraph" w:customStyle="1" w:styleId="9C4DF8B596874AF6956C23C3205C84A07">
    <w:name w:val="9C4DF8B596874AF6956C23C3205C84A07"/>
    <w:rsid w:val="00004ECD"/>
    <w:rPr>
      <w:rFonts w:eastAsiaTheme="minorHAnsi"/>
      <w:lang w:eastAsia="en-US"/>
    </w:rPr>
  </w:style>
  <w:style w:type="paragraph" w:customStyle="1" w:styleId="48E61A53F5C44ADAA79CB7E54C922B8014">
    <w:name w:val="48E61A53F5C44ADAA79CB7E54C922B8014"/>
    <w:rsid w:val="00004ECD"/>
    <w:rPr>
      <w:rFonts w:eastAsiaTheme="minorHAnsi"/>
      <w:lang w:eastAsia="en-US"/>
    </w:rPr>
  </w:style>
  <w:style w:type="paragraph" w:customStyle="1" w:styleId="DF1E6F86EACA4BE99078086A446244B114">
    <w:name w:val="DF1E6F86EACA4BE99078086A446244B114"/>
    <w:rsid w:val="00004ECD"/>
    <w:rPr>
      <w:rFonts w:eastAsiaTheme="minorHAnsi"/>
      <w:lang w:eastAsia="en-US"/>
    </w:rPr>
  </w:style>
  <w:style w:type="paragraph" w:customStyle="1" w:styleId="DB7AD6EE058D418697985068AF531B7414">
    <w:name w:val="DB7AD6EE058D418697985068AF531B7414"/>
    <w:rsid w:val="00004ECD"/>
    <w:rPr>
      <w:rFonts w:eastAsiaTheme="minorHAnsi"/>
      <w:lang w:eastAsia="en-US"/>
    </w:rPr>
  </w:style>
  <w:style w:type="paragraph" w:customStyle="1" w:styleId="B8ED7D7D031A4F2D946C5264D16C0EE614">
    <w:name w:val="B8ED7D7D031A4F2D946C5264D16C0EE614"/>
    <w:rsid w:val="00004ECD"/>
    <w:rPr>
      <w:rFonts w:eastAsiaTheme="minorHAnsi"/>
      <w:lang w:eastAsia="en-US"/>
    </w:rPr>
  </w:style>
  <w:style w:type="paragraph" w:customStyle="1" w:styleId="EEDC799B9D9F4AF199281F4F8B859D2714">
    <w:name w:val="EEDC799B9D9F4AF199281F4F8B859D2714"/>
    <w:rsid w:val="00004ECD"/>
    <w:rPr>
      <w:rFonts w:eastAsiaTheme="minorHAnsi"/>
      <w:lang w:eastAsia="en-US"/>
    </w:rPr>
  </w:style>
  <w:style w:type="paragraph" w:customStyle="1" w:styleId="57D09237F0DF40E8B21414F4AA08350114">
    <w:name w:val="57D09237F0DF40E8B21414F4AA08350114"/>
    <w:rsid w:val="00004ECD"/>
    <w:rPr>
      <w:rFonts w:eastAsiaTheme="minorHAnsi"/>
      <w:lang w:eastAsia="en-US"/>
    </w:rPr>
  </w:style>
  <w:style w:type="paragraph" w:customStyle="1" w:styleId="A1187E61577A47409FA8CAD996534DC014">
    <w:name w:val="A1187E61577A47409FA8CAD996534DC014"/>
    <w:rsid w:val="00004ECD"/>
    <w:rPr>
      <w:rFonts w:eastAsiaTheme="minorHAnsi"/>
      <w:lang w:eastAsia="en-US"/>
    </w:rPr>
  </w:style>
  <w:style w:type="paragraph" w:customStyle="1" w:styleId="C31566C0F31E4F62A39E039713E3DBC28">
    <w:name w:val="C31566C0F31E4F62A39E039713E3DBC28"/>
    <w:rsid w:val="00004ECD"/>
    <w:rPr>
      <w:rFonts w:eastAsiaTheme="minorHAnsi"/>
      <w:lang w:eastAsia="en-US"/>
    </w:rPr>
  </w:style>
  <w:style w:type="paragraph" w:customStyle="1" w:styleId="9C4DF8B596874AF6956C23C3205C84A08">
    <w:name w:val="9C4DF8B596874AF6956C23C3205C84A08"/>
    <w:rsid w:val="00004ECD"/>
    <w:rPr>
      <w:rFonts w:eastAsiaTheme="minorHAnsi"/>
      <w:lang w:eastAsia="en-US"/>
    </w:rPr>
  </w:style>
  <w:style w:type="character" w:customStyle="1" w:styleId="Style2">
    <w:name w:val="Style2"/>
    <w:basedOn w:val="DefaultParagraphFont"/>
    <w:uiPriority w:val="1"/>
    <w:rsid w:val="00E32EBA"/>
    <w:rPr>
      <w:rFonts w:ascii="Lucida Handwriting" w:hAnsi="Lucida Handwriting"/>
    </w:rPr>
  </w:style>
  <w:style w:type="paragraph" w:customStyle="1" w:styleId="DE1CF5EB329A4EA18C1FF2B11A4142951">
    <w:name w:val="DE1CF5EB329A4EA18C1FF2B11A4142951"/>
    <w:rsid w:val="00004ECD"/>
    <w:rPr>
      <w:rFonts w:eastAsiaTheme="minorHAnsi"/>
      <w:lang w:eastAsia="en-US"/>
    </w:rPr>
  </w:style>
  <w:style w:type="paragraph" w:customStyle="1" w:styleId="475E6F985F074A6BACB7BD6F639ACC6E7">
    <w:name w:val="475E6F985F074A6BACB7BD6F639ACC6E7"/>
    <w:rsid w:val="00004ECD"/>
    <w:rPr>
      <w:rFonts w:eastAsiaTheme="minorHAnsi"/>
      <w:lang w:eastAsia="en-US"/>
    </w:rPr>
  </w:style>
  <w:style w:type="paragraph" w:customStyle="1" w:styleId="48E61A53F5C44ADAA79CB7E54C922B8015">
    <w:name w:val="48E61A53F5C44ADAA79CB7E54C922B8015"/>
    <w:rsid w:val="00A733EF"/>
    <w:rPr>
      <w:rFonts w:eastAsiaTheme="minorHAnsi"/>
      <w:lang w:eastAsia="en-US"/>
    </w:rPr>
  </w:style>
  <w:style w:type="paragraph" w:customStyle="1" w:styleId="DF1E6F86EACA4BE99078086A446244B115">
    <w:name w:val="DF1E6F86EACA4BE99078086A446244B115"/>
    <w:rsid w:val="00A733EF"/>
    <w:rPr>
      <w:rFonts w:eastAsiaTheme="minorHAnsi"/>
      <w:lang w:eastAsia="en-US"/>
    </w:rPr>
  </w:style>
  <w:style w:type="paragraph" w:customStyle="1" w:styleId="DB7AD6EE058D418697985068AF531B7415">
    <w:name w:val="DB7AD6EE058D418697985068AF531B7415"/>
    <w:rsid w:val="00A733EF"/>
    <w:rPr>
      <w:rFonts w:eastAsiaTheme="minorHAnsi"/>
      <w:lang w:eastAsia="en-US"/>
    </w:rPr>
  </w:style>
  <w:style w:type="paragraph" w:customStyle="1" w:styleId="B8ED7D7D031A4F2D946C5264D16C0EE615">
    <w:name w:val="B8ED7D7D031A4F2D946C5264D16C0EE615"/>
    <w:rsid w:val="00A733EF"/>
    <w:rPr>
      <w:rFonts w:eastAsiaTheme="minorHAnsi"/>
      <w:lang w:eastAsia="en-US"/>
    </w:rPr>
  </w:style>
  <w:style w:type="paragraph" w:customStyle="1" w:styleId="EEDC799B9D9F4AF199281F4F8B859D2715">
    <w:name w:val="EEDC799B9D9F4AF199281F4F8B859D2715"/>
    <w:rsid w:val="00A733EF"/>
    <w:rPr>
      <w:rFonts w:eastAsiaTheme="minorHAnsi"/>
      <w:lang w:eastAsia="en-US"/>
    </w:rPr>
  </w:style>
  <w:style w:type="paragraph" w:customStyle="1" w:styleId="57D09237F0DF40E8B21414F4AA08350115">
    <w:name w:val="57D09237F0DF40E8B21414F4AA08350115"/>
    <w:rsid w:val="00A733EF"/>
    <w:rPr>
      <w:rFonts w:eastAsiaTheme="minorHAnsi"/>
      <w:lang w:eastAsia="en-US"/>
    </w:rPr>
  </w:style>
  <w:style w:type="paragraph" w:customStyle="1" w:styleId="A1187E61577A47409FA8CAD996534DC015">
    <w:name w:val="A1187E61577A47409FA8CAD996534DC015"/>
    <w:rsid w:val="00A733EF"/>
    <w:rPr>
      <w:rFonts w:eastAsiaTheme="minorHAnsi"/>
      <w:lang w:eastAsia="en-US"/>
    </w:rPr>
  </w:style>
  <w:style w:type="paragraph" w:customStyle="1" w:styleId="C31566C0F31E4F62A39E039713E3DBC29">
    <w:name w:val="C31566C0F31E4F62A39E039713E3DBC29"/>
    <w:rsid w:val="00A733EF"/>
    <w:rPr>
      <w:rFonts w:eastAsiaTheme="minorHAnsi"/>
      <w:lang w:eastAsia="en-US"/>
    </w:rPr>
  </w:style>
  <w:style w:type="paragraph" w:customStyle="1" w:styleId="9C4DF8B596874AF6956C23C3205C84A09">
    <w:name w:val="9C4DF8B596874AF6956C23C3205C84A09"/>
    <w:rsid w:val="00A733EF"/>
    <w:rPr>
      <w:rFonts w:eastAsiaTheme="minorHAnsi"/>
      <w:lang w:eastAsia="en-US"/>
    </w:rPr>
  </w:style>
  <w:style w:type="paragraph" w:customStyle="1" w:styleId="475E6F985F074A6BACB7BD6F639ACC6E8">
    <w:name w:val="475E6F985F074A6BACB7BD6F639ACC6E8"/>
    <w:rsid w:val="00A733EF"/>
    <w:rPr>
      <w:rFonts w:eastAsiaTheme="minorHAnsi"/>
      <w:lang w:eastAsia="en-US"/>
    </w:rPr>
  </w:style>
  <w:style w:type="paragraph" w:customStyle="1" w:styleId="48E61A53F5C44ADAA79CB7E54C922B8016">
    <w:name w:val="48E61A53F5C44ADAA79CB7E54C922B8016"/>
    <w:rsid w:val="005E5737"/>
    <w:rPr>
      <w:rFonts w:eastAsiaTheme="minorHAnsi"/>
      <w:lang w:eastAsia="en-US"/>
    </w:rPr>
  </w:style>
  <w:style w:type="paragraph" w:customStyle="1" w:styleId="DF1E6F86EACA4BE99078086A446244B116">
    <w:name w:val="DF1E6F86EACA4BE99078086A446244B116"/>
    <w:rsid w:val="005E5737"/>
    <w:rPr>
      <w:rFonts w:eastAsiaTheme="minorHAnsi"/>
      <w:lang w:eastAsia="en-US"/>
    </w:rPr>
  </w:style>
  <w:style w:type="paragraph" w:customStyle="1" w:styleId="DB7AD6EE058D418697985068AF531B7416">
    <w:name w:val="DB7AD6EE058D418697985068AF531B7416"/>
    <w:rsid w:val="005E5737"/>
    <w:rPr>
      <w:rFonts w:eastAsiaTheme="minorHAnsi"/>
      <w:lang w:eastAsia="en-US"/>
    </w:rPr>
  </w:style>
  <w:style w:type="paragraph" w:customStyle="1" w:styleId="B8ED7D7D031A4F2D946C5264D16C0EE616">
    <w:name w:val="B8ED7D7D031A4F2D946C5264D16C0EE616"/>
    <w:rsid w:val="005E5737"/>
    <w:rPr>
      <w:rFonts w:eastAsiaTheme="minorHAnsi"/>
      <w:lang w:eastAsia="en-US"/>
    </w:rPr>
  </w:style>
  <w:style w:type="paragraph" w:customStyle="1" w:styleId="EEDC799B9D9F4AF199281F4F8B859D2716">
    <w:name w:val="EEDC799B9D9F4AF199281F4F8B859D2716"/>
    <w:rsid w:val="005E5737"/>
    <w:rPr>
      <w:rFonts w:eastAsiaTheme="minorHAnsi"/>
      <w:lang w:eastAsia="en-US"/>
    </w:rPr>
  </w:style>
  <w:style w:type="paragraph" w:customStyle="1" w:styleId="57D09237F0DF40E8B21414F4AA08350116">
    <w:name w:val="57D09237F0DF40E8B21414F4AA08350116"/>
    <w:rsid w:val="005E5737"/>
    <w:rPr>
      <w:rFonts w:eastAsiaTheme="minorHAnsi"/>
      <w:lang w:eastAsia="en-US"/>
    </w:rPr>
  </w:style>
  <w:style w:type="paragraph" w:customStyle="1" w:styleId="A1187E61577A47409FA8CAD996534DC016">
    <w:name w:val="A1187E61577A47409FA8CAD996534DC016"/>
    <w:rsid w:val="005E5737"/>
    <w:rPr>
      <w:rFonts w:eastAsiaTheme="minorHAnsi"/>
      <w:lang w:eastAsia="en-US"/>
    </w:rPr>
  </w:style>
  <w:style w:type="paragraph" w:customStyle="1" w:styleId="C31566C0F31E4F62A39E039713E3DBC210">
    <w:name w:val="C31566C0F31E4F62A39E039713E3DBC210"/>
    <w:rsid w:val="005E5737"/>
    <w:rPr>
      <w:rFonts w:eastAsiaTheme="minorHAnsi"/>
      <w:lang w:eastAsia="en-US"/>
    </w:rPr>
  </w:style>
  <w:style w:type="paragraph" w:customStyle="1" w:styleId="9C4DF8B596874AF6956C23C3205C84A010">
    <w:name w:val="9C4DF8B596874AF6956C23C3205C84A010"/>
    <w:rsid w:val="005E5737"/>
    <w:rPr>
      <w:rFonts w:eastAsiaTheme="minorHAnsi"/>
      <w:lang w:eastAsia="en-US"/>
    </w:rPr>
  </w:style>
  <w:style w:type="paragraph" w:customStyle="1" w:styleId="DE1CF5EB329A4EA18C1FF2B11A4142952">
    <w:name w:val="DE1CF5EB329A4EA18C1FF2B11A4142952"/>
    <w:rsid w:val="005E5737"/>
    <w:rPr>
      <w:rFonts w:eastAsiaTheme="minorHAnsi"/>
      <w:lang w:eastAsia="en-US"/>
    </w:rPr>
  </w:style>
  <w:style w:type="paragraph" w:customStyle="1" w:styleId="475E6F985F074A6BACB7BD6F639ACC6E9">
    <w:name w:val="475E6F985F074A6BACB7BD6F639ACC6E9"/>
    <w:rsid w:val="005E5737"/>
    <w:rPr>
      <w:rFonts w:eastAsiaTheme="minorHAnsi"/>
      <w:lang w:eastAsia="en-US"/>
    </w:rPr>
  </w:style>
  <w:style w:type="paragraph" w:customStyle="1" w:styleId="48E61A53F5C44ADAA79CB7E54C922B8017">
    <w:name w:val="48E61A53F5C44ADAA79CB7E54C922B8017"/>
    <w:rsid w:val="005E5737"/>
    <w:rPr>
      <w:rFonts w:eastAsiaTheme="minorHAnsi"/>
      <w:lang w:eastAsia="en-US"/>
    </w:rPr>
  </w:style>
  <w:style w:type="paragraph" w:customStyle="1" w:styleId="DF1E6F86EACA4BE99078086A446244B117">
    <w:name w:val="DF1E6F86EACA4BE99078086A446244B117"/>
    <w:rsid w:val="005E5737"/>
    <w:rPr>
      <w:rFonts w:eastAsiaTheme="minorHAnsi"/>
      <w:lang w:eastAsia="en-US"/>
    </w:rPr>
  </w:style>
  <w:style w:type="paragraph" w:customStyle="1" w:styleId="DB7AD6EE058D418697985068AF531B7417">
    <w:name w:val="DB7AD6EE058D418697985068AF531B7417"/>
    <w:rsid w:val="005E5737"/>
    <w:rPr>
      <w:rFonts w:eastAsiaTheme="minorHAnsi"/>
      <w:lang w:eastAsia="en-US"/>
    </w:rPr>
  </w:style>
  <w:style w:type="paragraph" w:customStyle="1" w:styleId="B8ED7D7D031A4F2D946C5264D16C0EE617">
    <w:name w:val="B8ED7D7D031A4F2D946C5264D16C0EE617"/>
    <w:rsid w:val="005E5737"/>
    <w:rPr>
      <w:rFonts w:eastAsiaTheme="minorHAnsi"/>
      <w:lang w:eastAsia="en-US"/>
    </w:rPr>
  </w:style>
  <w:style w:type="paragraph" w:customStyle="1" w:styleId="EEDC799B9D9F4AF199281F4F8B859D2717">
    <w:name w:val="EEDC799B9D9F4AF199281F4F8B859D2717"/>
    <w:rsid w:val="005E5737"/>
    <w:rPr>
      <w:rFonts w:eastAsiaTheme="minorHAnsi"/>
      <w:lang w:eastAsia="en-US"/>
    </w:rPr>
  </w:style>
  <w:style w:type="paragraph" w:customStyle="1" w:styleId="57D09237F0DF40E8B21414F4AA08350117">
    <w:name w:val="57D09237F0DF40E8B21414F4AA08350117"/>
    <w:rsid w:val="005E5737"/>
    <w:rPr>
      <w:rFonts w:eastAsiaTheme="minorHAnsi"/>
      <w:lang w:eastAsia="en-US"/>
    </w:rPr>
  </w:style>
  <w:style w:type="paragraph" w:customStyle="1" w:styleId="A1187E61577A47409FA8CAD996534DC017">
    <w:name w:val="A1187E61577A47409FA8CAD996534DC017"/>
    <w:rsid w:val="005E5737"/>
    <w:rPr>
      <w:rFonts w:eastAsiaTheme="minorHAnsi"/>
      <w:lang w:eastAsia="en-US"/>
    </w:rPr>
  </w:style>
  <w:style w:type="paragraph" w:customStyle="1" w:styleId="C31566C0F31E4F62A39E039713E3DBC211">
    <w:name w:val="C31566C0F31E4F62A39E039713E3DBC211"/>
    <w:rsid w:val="005E5737"/>
    <w:rPr>
      <w:rFonts w:eastAsiaTheme="minorHAnsi"/>
      <w:lang w:eastAsia="en-US"/>
    </w:rPr>
  </w:style>
  <w:style w:type="paragraph" w:customStyle="1" w:styleId="9C4DF8B596874AF6956C23C3205C84A011">
    <w:name w:val="9C4DF8B596874AF6956C23C3205C84A011"/>
    <w:rsid w:val="005E5737"/>
    <w:rPr>
      <w:rFonts w:eastAsiaTheme="minorHAnsi"/>
      <w:lang w:eastAsia="en-US"/>
    </w:rPr>
  </w:style>
  <w:style w:type="paragraph" w:customStyle="1" w:styleId="DE1CF5EB329A4EA18C1FF2B11A4142953">
    <w:name w:val="DE1CF5EB329A4EA18C1FF2B11A4142953"/>
    <w:rsid w:val="005E5737"/>
    <w:rPr>
      <w:rFonts w:eastAsiaTheme="minorHAnsi"/>
      <w:lang w:eastAsia="en-US"/>
    </w:rPr>
  </w:style>
  <w:style w:type="paragraph" w:customStyle="1" w:styleId="475E6F985F074A6BACB7BD6F639ACC6E10">
    <w:name w:val="475E6F985F074A6BACB7BD6F639ACC6E10"/>
    <w:rsid w:val="005E5737"/>
    <w:rPr>
      <w:rFonts w:eastAsiaTheme="minorHAnsi"/>
      <w:lang w:eastAsia="en-US"/>
    </w:rPr>
  </w:style>
  <w:style w:type="paragraph" w:customStyle="1" w:styleId="48E61A53F5C44ADAA79CB7E54C922B8018">
    <w:name w:val="48E61A53F5C44ADAA79CB7E54C922B8018"/>
    <w:rsid w:val="00E32EBA"/>
    <w:rPr>
      <w:rFonts w:eastAsiaTheme="minorHAnsi"/>
      <w:lang w:eastAsia="en-US"/>
    </w:rPr>
  </w:style>
  <w:style w:type="paragraph" w:customStyle="1" w:styleId="DF1E6F86EACA4BE99078086A446244B118">
    <w:name w:val="DF1E6F86EACA4BE99078086A446244B118"/>
    <w:rsid w:val="00E32EBA"/>
    <w:rPr>
      <w:rFonts w:eastAsiaTheme="minorHAnsi"/>
      <w:lang w:eastAsia="en-US"/>
    </w:rPr>
  </w:style>
  <w:style w:type="paragraph" w:customStyle="1" w:styleId="DB7AD6EE058D418697985068AF531B7418">
    <w:name w:val="DB7AD6EE058D418697985068AF531B7418"/>
    <w:rsid w:val="00E32EBA"/>
    <w:rPr>
      <w:rFonts w:eastAsiaTheme="minorHAnsi"/>
      <w:lang w:eastAsia="en-US"/>
    </w:rPr>
  </w:style>
  <w:style w:type="paragraph" w:customStyle="1" w:styleId="B8ED7D7D031A4F2D946C5264D16C0EE618">
    <w:name w:val="B8ED7D7D031A4F2D946C5264D16C0EE618"/>
    <w:rsid w:val="00E32EBA"/>
    <w:rPr>
      <w:rFonts w:eastAsiaTheme="minorHAnsi"/>
      <w:lang w:eastAsia="en-US"/>
    </w:rPr>
  </w:style>
  <w:style w:type="paragraph" w:customStyle="1" w:styleId="EEDC799B9D9F4AF199281F4F8B859D2718">
    <w:name w:val="EEDC799B9D9F4AF199281F4F8B859D2718"/>
    <w:rsid w:val="00E32EBA"/>
    <w:rPr>
      <w:rFonts w:eastAsiaTheme="minorHAnsi"/>
      <w:lang w:eastAsia="en-US"/>
    </w:rPr>
  </w:style>
  <w:style w:type="paragraph" w:customStyle="1" w:styleId="57D09237F0DF40E8B21414F4AA08350118">
    <w:name w:val="57D09237F0DF40E8B21414F4AA08350118"/>
    <w:rsid w:val="00E32EBA"/>
    <w:rPr>
      <w:rFonts w:eastAsiaTheme="minorHAnsi"/>
      <w:lang w:eastAsia="en-US"/>
    </w:rPr>
  </w:style>
  <w:style w:type="paragraph" w:customStyle="1" w:styleId="A1187E61577A47409FA8CAD996534DC018">
    <w:name w:val="A1187E61577A47409FA8CAD996534DC018"/>
    <w:rsid w:val="00E32EBA"/>
    <w:rPr>
      <w:rFonts w:eastAsiaTheme="minorHAnsi"/>
      <w:lang w:eastAsia="en-US"/>
    </w:rPr>
  </w:style>
  <w:style w:type="paragraph" w:customStyle="1" w:styleId="C31566C0F31E4F62A39E039713E3DBC212">
    <w:name w:val="C31566C0F31E4F62A39E039713E3DBC212"/>
    <w:rsid w:val="00E32EBA"/>
    <w:rPr>
      <w:rFonts w:eastAsiaTheme="minorHAnsi"/>
      <w:lang w:eastAsia="en-US"/>
    </w:rPr>
  </w:style>
  <w:style w:type="paragraph" w:customStyle="1" w:styleId="9C4DF8B596874AF6956C23C3205C84A012">
    <w:name w:val="9C4DF8B596874AF6956C23C3205C84A012"/>
    <w:rsid w:val="00E32EBA"/>
    <w:rPr>
      <w:rFonts w:eastAsiaTheme="minorHAnsi"/>
      <w:lang w:eastAsia="en-US"/>
    </w:rPr>
  </w:style>
  <w:style w:type="paragraph" w:customStyle="1" w:styleId="DE1CF5EB329A4EA18C1FF2B11A4142954">
    <w:name w:val="DE1CF5EB329A4EA18C1FF2B11A4142954"/>
    <w:rsid w:val="00E32EBA"/>
    <w:rPr>
      <w:rFonts w:eastAsiaTheme="minorHAnsi"/>
      <w:lang w:eastAsia="en-US"/>
    </w:rPr>
  </w:style>
  <w:style w:type="paragraph" w:customStyle="1" w:styleId="475E6F985F074A6BACB7BD6F639ACC6E11">
    <w:name w:val="475E6F985F074A6BACB7BD6F639ACC6E11"/>
    <w:rsid w:val="00E32EBA"/>
    <w:rPr>
      <w:rFonts w:eastAsiaTheme="minorHAnsi"/>
      <w:lang w:eastAsia="en-US"/>
    </w:rPr>
  </w:style>
  <w:style w:type="paragraph" w:customStyle="1" w:styleId="48E61A53F5C44ADAA79CB7E54C922B8019">
    <w:name w:val="48E61A53F5C44ADAA79CB7E54C922B8019"/>
    <w:rsid w:val="00E32EBA"/>
    <w:rPr>
      <w:rFonts w:eastAsiaTheme="minorHAnsi"/>
      <w:lang w:eastAsia="en-US"/>
    </w:rPr>
  </w:style>
  <w:style w:type="paragraph" w:customStyle="1" w:styleId="DF1E6F86EACA4BE99078086A446244B119">
    <w:name w:val="DF1E6F86EACA4BE99078086A446244B119"/>
    <w:rsid w:val="00E32EBA"/>
    <w:rPr>
      <w:rFonts w:eastAsiaTheme="minorHAnsi"/>
      <w:lang w:eastAsia="en-US"/>
    </w:rPr>
  </w:style>
  <w:style w:type="paragraph" w:customStyle="1" w:styleId="DB7AD6EE058D418697985068AF531B7419">
    <w:name w:val="DB7AD6EE058D418697985068AF531B7419"/>
    <w:rsid w:val="00E32EBA"/>
    <w:rPr>
      <w:rFonts w:eastAsiaTheme="minorHAnsi"/>
      <w:lang w:eastAsia="en-US"/>
    </w:rPr>
  </w:style>
  <w:style w:type="paragraph" w:customStyle="1" w:styleId="B8ED7D7D031A4F2D946C5264D16C0EE619">
    <w:name w:val="B8ED7D7D031A4F2D946C5264D16C0EE619"/>
    <w:rsid w:val="00E32EBA"/>
    <w:rPr>
      <w:rFonts w:eastAsiaTheme="minorHAnsi"/>
      <w:lang w:eastAsia="en-US"/>
    </w:rPr>
  </w:style>
  <w:style w:type="paragraph" w:customStyle="1" w:styleId="EEDC799B9D9F4AF199281F4F8B859D2719">
    <w:name w:val="EEDC799B9D9F4AF199281F4F8B859D2719"/>
    <w:rsid w:val="00E32EBA"/>
    <w:rPr>
      <w:rFonts w:eastAsiaTheme="minorHAnsi"/>
      <w:lang w:eastAsia="en-US"/>
    </w:rPr>
  </w:style>
  <w:style w:type="paragraph" w:customStyle="1" w:styleId="57D09237F0DF40E8B21414F4AA08350119">
    <w:name w:val="57D09237F0DF40E8B21414F4AA08350119"/>
    <w:rsid w:val="00E32EBA"/>
    <w:rPr>
      <w:rFonts w:eastAsiaTheme="minorHAnsi"/>
      <w:lang w:eastAsia="en-US"/>
    </w:rPr>
  </w:style>
  <w:style w:type="paragraph" w:customStyle="1" w:styleId="A1187E61577A47409FA8CAD996534DC019">
    <w:name w:val="A1187E61577A47409FA8CAD996534DC019"/>
    <w:rsid w:val="00E32EBA"/>
    <w:rPr>
      <w:rFonts w:eastAsiaTheme="minorHAnsi"/>
      <w:lang w:eastAsia="en-US"/>
    </w:rPr>
  </w:style>
  <w:style w:type="paragraph" w:customStyle="1" w:styleId="C31566C0F31E4F62A39E039713E3DBC213">
    <w:name w:val="C31566C0F31E4F62A39E039713E3DBC213"/>
    <w:rsid w:val="00E32EBA"/>
    <w:rPr>
      <w:rFonts w:eastAsiaTheme="minorHAnsi"/>
      <w:lang w:eastAsia="en-US"/>
    </w:rPr>
  </w:style>
  <w:style w:type="paragraph" w:customStyle="1" w:styleId="9C4DF8B596874AF6956C23C3205C84A013">
    <w:name w:val="9C4DF8B596874AF6956C23C3205C84A013"/>
    <w:rsid w:val="00E32EBA"/>
    <w:rPr>
      <w:rFonts w:eastAsiaTheme="minorHAnsi"/>
      <w:lang w:eastAsia="en-US"/>
    </w:rPr>
  </w:style>
  <w:style w:type="paragraph" w:customStyle="1" w:styleId="DE1CF5EB329A4EA18C1FF2B11A4142955">
    <w:name w:val="DE1CF5EB329A4EA18C1FF2B11A4142955"/>
    <w:rsid w:val="00E32EBA"/>
    <w:rPr>
      <w:rFonts w:eastAsiaTheme="minorHAnsi"/>
      <w:lang w:eastAsia="en-US"/>
    </w:rPr>
  </w:style>
  <w:style w:type="paragraph" w:customStyle="1" w:styleId="475E6F985F074A6BACB7BD6F639ACC6E12">
    <w:name w:val="475E6F985F074A6BACB7BD6F639ACC6E12"/>
    <w:rsid w:val="00E32EBA"/>
    <w:rPr>
      <w:rFonts w:eastAsiaTheme="minorHAnsi"/>
      <w:lang w:eastAsia="en-US"/>
    </w:rPr>
  </w:style>
  <w:style w:type="paragraph" w:customStyle="1" w:styleId="48E61A53F5C44ADAA79CB7E54C922B8020">
    <w:name w:val="48E61A53F5C44ADAA79CB7E54C922B8020"/>
    <w:rsid w:val="00E32EBA"/>
    <w:rPr>
      <w:rFonts w:eastAsiaTheme="minorHAnsi"/>
      <w:lang w:eastAsia="en-US"/>
    </w:rPr>
  </w:style>
  <w:style w:type="paragraph" w:customStyle="1" w:styleId="DF1E6F86EACA4BE99078086A446244B120">
    <w:name w:val="DF1E6F86EACA4BE99078086A446244B120"/>
    <w:rsid w:val="00E32EBA"/>
    <w:rPr>
      <w:rFonts w:eastAsiaTheme="minorHAnsi"/>
      <w:lang w:eastAsia="en-US"/>
    </w:rPr>
  </w:style>
  <w:style w:type="paragraph" w:customStyle="1" w:styleId="DB7AD6EE058D418697985068AF531B7420">
    <w:name w:val="DB7AD6EE058D418697985068AF531B7420"/>
    <w:rsid w:val="00E32EBA"/>
    <w:rPr>
      <w:rFonts w:eastAsiaTheme="minorHAnsi"/>
      <w:lang w:eastAsia="en-US"/>
    </w:rPr>
  </w:style>
  <w:style w:type="paragraph" w:customStyle="1" w:styleId="B8ED7D7D031A4F2D946C5264D16C0EE620">
    <w:name w:val="B8ED7D7D031A4F2D946C5264D16C0EE620"/>
    <w:rsid w:val="00E32EBA"/>
    <w:rPr>
      <w:rFonts w:eastAsiaTheme="minorHAnsi"/>
      <w:lang w:eastAsia="en-US"/>
    </w:rPr>
  </w:style>
  <w:style w:type="paragraph" w:customStyle="1" w:styleId="EEDC799B9D9F4AF199281F4F8B859D2720">
    <w:name w:val="EEDC799B9D9F4AF199281F4F8B859D2720"/>
    <w:rsid w:val="00E32EBA"/>
    <w:rPr>
      <w:rFonts w:eastAsiaTheme="minorHAnsi"/>
      <w:lang w:eastAsia="en-US"/>
    </w:rPr>
  </w:style>
  <w:style w:type="paragraph" w:customStyle="1" w:styleId="57D09237F0DF40E8B21414F4AA08350120">
    <w:name w:val="57D09237F0DF40E8B21414F4AA08350120"/>
    <w:rsid w:val="00E32EBA"/>
    <w:rPr>
      <w:rFonts w:eastAsiaTheme="minorHAnsi"/>
      <w:lang w:eastAsia="en-US"/>
    </w:rPr>
  </w:style>
  <w:style w:type="paragraph" w:customStyle="1" w:styleId="A1187E61577A47409FA8CAD996534DC020">
    <w:name w:val="A1187E61577A47409FA8CAD996534DC020"/>
    <w:rsid w:val="00E32EBA"/>
    <w:rPr>
      <w:rFonts w:eastAsiaTheme="minorHAnsi"/>
      <w:lang w:eastAsia="en-US"/>
    </w:rPr>
  </w:style>
  <w:style w:type="paragraph" w:customStyle="1" w:styleId="C31566C0F31E4F62A39E039713E3DBC214">
    <w:name w:val="C31566C0F31E4F62A39E039713E3DBC214"/>
    <w:rsid w:val="00E32EBA"/>
    <w:rPr>
      <w:rFonts w:eastAsiaTheme="minorHAnsi"/>
      <w:lang w:eastAsia="en-US"/>
    </w:rPr>
  </w:style>
  <w:style w:type="paragraph" w:customStyle="1" w:styleId="9C4DF8B596874AF6956C23C3205C84A014">
    <w:name w:val="9C4DF8B596874AF6956C23C3205C84A014"/>
    <w:rsid w:val="00E32EBA"/>
    <w:rPr>
      <w:rFonts w:eastAsiaTheme="minorHAnsi"/>
      <w:lang w:eastAsia="en-US"/>
    </w:rPr>
  </w:style>
  <w:style w:type="paragraph" w:customStyle="1" w:styleId="DE1CF5EB329A4EA18C1FF2B11A4142956">
    <w:name w:val="DE1CF5EB329A4EA18C1FF2B11A4142956"/>
    <w:rsid w:val="00E32EBA"/>
    <w:rPr>
      <w:rFonts w:eastAsiaTheme="minorHAnsi"/>
      <w:lang w:eastAsia="en-US"/>
    </w:rPr>
  </w:style>
  <w:style w:type="paragraph" w:customStyle="1" w:styleId="475E6F985F074A6BACB7BD6F639ACC6E13">
    <w:name w:val="475E6F985F074A6BACB7BD6F639ACC6E13"/>
    <w:rsid w:val="00E32EBA"/>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gram xmlns="ebc1ec10-05ec-4f3a-83cd-29041903bc85">Multiple Programs/General Resources</Program>
    <DocumentType xmlns="ebc1ec10-05ec-4f3a-83cd-29041903bc85">Template for Program Participants</DocumentType>
    <k764059f24f746bbb1066074f05df711 xmlns="ebc1ec10-05ec-4f3a-83cd-29041903bc85">
      <Terms xmlns="http://schemas.microsoft.com/office/infopath/2007/PartnerControls"/>
    </k764059f24f746bbb1066074f05df711>
    <Variation xmlns="ebc1ec10-05ec-4f3a-83cd-29041903bc85" xsi:nil="true"/>
    <_Flow_SignoffStatus xmlns="ebc1ec10-05ec-4f3a-83cd-29041903bc85" xsi:nil="true"/>
    <DocDescription xmlns="6274b6f3-1b76-417f-a480-adc41037c7dd" xsi:nil="true"/>
    <TaxCatchAll xmlns="48dedb42-c791-43eb-bc75-f5b863549dbd" xsi:nil="true"/>
    <Documentname xmlns="ebc1ec10-05ec-4f3a-83cd-29041903bc85">COI Documents</Documentname>
  </documentManagement>
</p:properties>
</file>

<file path=customXml/item3.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5" ma:contentTypeDescription="" ma:contentTypeScope="" ma:versionID="4201277bba11e94a5e79757a675f5eb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84a7dbae709b4b69790f9b290a67bd87"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5EED6-CEB3-4DB2-85F9-44953B759707}">
  <ds:schemaRefs>
    <ds:schemaRef ds:uri="http://schemas.microsoft.com/sharepoint/v3/contenttype/forms"/>
  </ds:schemaRefs>
</ds:datastoreItem>
</file>

<file path=customXml/itemProps2.xml><?xml version="1.0" encoding="utf-8"?>
<ds:datastoreItem xmlns:ds="http://schemas.openxmlformats.org/officeDocument/2006/customXml" ds:itemID="{5691E136-32A0-42AB-84A1-C0163E991F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91FCDB-366E-40FA-ACC8-FB0E2F7318BC}"/>
</file>

<file path=docProps/app.xml><?xml version="1.0" encoding="utf-8"?>
<Properties xmlns="http://schemas.openxmlformats.org/officeDocument/2006/extended-properties" xmlns:vt="http://schemas.openxmlformats.org/officeDocument/2006/docPropsVTypes">
  <Template>Mitacs%20Document%20Template%20-%202021</Template>
  <TotalTime>41</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James</dc:creator>
  <cp:keywords/>
  <dc:description/>
  <cp:lastModifiedBy>Janet James</cp:lastModifiedBy>
  <cp:revision>23</cp:revision>
  <dcterms:created xsi:type="dcterms:W3CDTF">2021-06-23T13:23:00Z</dcterms:created>
  <dcterms:modified xsi:type="dcterms:W3CDTF">2021-07-08T16:20:00Z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ProgramTypes">
    <vt:lpwstr/>
  </property>
</Properties>
</file>